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C7428" w14:textId="77777777" w:rsidR="007415DC" w:rsidRPr="003B7D9C" w:rsidRDefault="007415DC" w:rsidP="007415DC">
      <w:pPr>
        <w:outlineLvl w:val="0"/>
        <w:rPr>
          <w:rFonts w:ascii="Arial Narrow" w:hAnsi="Arial Narrow"/>
          <w:b/>
          <w:color w:val="003366"/>
          <w:sz w:val="28"/>
        </w:rPr>
      </w:pPr>
      <w:r w:rsidRPr="003B7D9C">
        <w:rPr>
          <w:rFonts w:ascii="Arial Narrow" w:hAnsi="Arial Narrow"/>
          <w:b/>
          <w:color w:val="003366"/>
          <w:sz w:val="28"/>
        </w:rPr>
        <w:t>MISSION STATEMENT</w:t>
      </w:r>
    </w:p>
    <w:p w14:paraId="6BA12880" w14:textId="77777777" w:rsidR="007415DC" w:rsidRPr="003B7D9C" w:rsidRDefault="007415DC" w:rsidP="007415DC">
      <w:pPr>
        <w:rPr>
          <w:rFonts w:ascii="Arial Narrow" w:hAnsi="Arial Narrow"/>
          <w:b/>
          <w:sz w:val="28"/>
        </w:rPr>
      </w:pPr>
    </w:p>
    <w:p w14:paraId="209BAE03" w14:textId="77777777" w:rsidR="007415DC" w:rsidRPr="003B7D9C" w:rsidRDefault="0090499B" w:rsidP="007415DC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We wish to maximize the human potential of individuals in the Pensacola area, specifically providing educational and development opportunities to children, infant through college.</w:t>
      </w:r>
    </w:p>
    <w:p w14:paraId="0F6F7824" w14:textId="77777777" w:rsidR="007415DC" w:rsidRPr="003B7D9C" w:rsidRDefault="007415DC" w:rsidP="007415DC">
      <w:pPr>
        <w:rPr>
          <w:rFonts w:ascii="Arial Narrow" w:hAnsi="Arial Narrow"/>
          <w:sz w:val="28"/>
        </w:rPr>
      </w:pPr>
    </w:p>
    <w:p w14:paraId="4260C8C2" w14:textId="77777777" w:rsidR="007415DC" w:rsidRPr="003B7D9C" w:rsidRDefault="007415DC" w:rsidP="007415DC">
      <w:pPr>
        <w:outlineLvl w:val="0"/>
        <w:rPr>
          <w:rFonts w:ascii="Arial Narrow" w:hAnsi="Arial Narrow"/>
          <w:b/>
          <w:color w:val="003366"/>
          <w:sz w:val="28"/>
        </w:rPr>
      </w:pPr>
      <w:r w:rsidRPr="003B7D9C">
        <w:rPr>
          <w:rFonts w:ascii="Arial Narrow" w:hAnsi="Arial Narrow"/>
          <w:b/>
          <w:color w:val="003366"/>
          <w:sz w:val="28"/>
        </w:rPr>
        <w:t xml:space="preserve">CHARITABLE REQUEST PRIORITIES </w:t>
      </w:r>
    </w:p>
    <w:p w14:paraId="16027F7D" w14:textId="77777777" w:rsidR="007415DC" w:rsidRPr="003B7D9C" w:rsidRDefault="007415DC" w:rsidP="007415DC">
      <w:pPr>
        <w:rPr>
          <w:rFonts w:ascii="Arial Narrow" w:hAnsi="Arial Narrow"/>
          <w:b/>
          <w:sz w:val="28"/>
        </w:rPr>
      </w:pPr>
    </w:p>
    <w:p w14:paraId="78E19D0C" w14:textId="77777777" w:rsidR="007415DC" w:rsidRPr="003B7D9C" w:rsidRDefault="007415DC" w:rsidP="007415DC">
      <w:pPr>
        <w:rPr>
          <w:rFonts w:ascii="Arial Narrow" w:hAnsi="Arial Narrow"/>
          <w:sz w:val="28"/>
        </w:rPr>
      </w:pPr>
      <w:r w:rsidRPr="003B7D9C">
        <w:rPr>
          <w:rFonts w:ascii="Arial Narrow" w:hAnsi="Arial Narrow"/>
          <w:sz w:val="28"/>
        </w:rPr>
        <w:t>Requests submitted to the Studer Foundation</w:t>
      </w:r>
      <w:r w:rsidR="003B7D9C">
        <w:rPr>
          <w:rFonts w:ascii="Arial Narrow" w:hAnsi="Arial Narrow"/>
          <w:sz w:val="28"/>
        </w:rPr>
        <w:t xml:space="preserve"> for review should address our</w:t>
      </w:r>
      <w:r w:rsidRPr="003B7D9C">
        <w:rPr>
          <w:rFonts w:ascii="Arial Narrow" w:hAnsi="Arial Narrow"/>
          <w:sz w:val="28"/>
        </w:rPr>
        <w:t xml:space="preserve"> priorities:</w:t>
      </w:r>
    </w:p>
    <w:p w14:paraId="0252CFDF" w14:textId="77777777" w:rsidR="007415DC" w:rsidRPr="003B7D9C" w:rsidRDefault="007415DC" w:rsidP="007415DC">
      <w:pPr>
        <w:rPr>
          <w:rFonts w:ascii="Arial Narrow" w:hAnsi="Arial Narrow"/>
          <w:sz w:val="28"/>
        </w:rPr>
      </w:pPr>
    </w:p>
    <w:p w14:paraId="3DFD50E3" w14:textId="77777777" w:rsidR="007415DC" w:rsidRPr="003B7D9C" w:rsidRDefault="007415DC" w:rsidP="007415DC">
      <w:pPr>
        <w:numPr>
          <w:ilvl w:val="0"/>
          <w:numId w:val="1"/>
        </w:numPr>
        <w:rPr>
          <w:rFonts w:ascii="Arial Narrow" w:hAnsi="Arial Narrow"/>
          <w:sz w:val="28"/>
        </w:rPr>
      </w:pPr>
      <w:r w:rsidRPr="003B7D9C">
        <w:rPr>
          <w:rFonts w:ascii="Arial Narrow" w:hAnsi="Arial Narrow"/>
          <w:sz w:val="28"/>
        </w:rPr>
        <w:t>Children, infant through college</w:t>
      </w:r>
    </w:p>
    <w:p w14:paraId="3A14FB1F" w14:textId="77777777" w:rsidR="007415DC" w:rsidRPr="0090499B" w:rsidRDefault="007415DC" w:rsidP="0090499B">
      <w:pPr>
        <w:numPr>
          <w:ilvl w:val="0"/>
          <w:numId w:val="1"/>
        </w:numPr>
        <w:rPr>
          <w:rFonts w:ascii="Arial Narrow" w:hAnsi="Arial Narrow"/>
          <w:sz w:val="28"/>
        </w:rPr>
      </w:pPr>
      <w:r w:rsidRPr="003B7D9C">
        <w:rPr>
          <w:rFonts w:ascii="Arial Narrow" w:hAnsi="Arial Narrow"/>
          <w:sz w:val="28"/>
        </w:rPr>
        <w:t>People with disabilities</w:t>
      </w:r>
    </w:p>
    <w:p w14:paraId="51F298E5" w14:textId="77777777" w:rsidR="007415DC" w:rsidRPr="003B7D9C" w:rsidRDefault="007415DC" w:rsidP="007415DC">
      <w:pPr>
        <w:rPr>
          <w:rFonts w:ascii="Arial Narrow" w:hAnsi="Arial Narrow"/>
          <w:sz w:val="28"/>
        </w:rPr>
      </w:pPr>
    </w:p>
    <w:p w14:paraId="62E071B7" w14:textId="77777777" w:rsidR="007415DC" w:rsidRPr="003B7D9C" w:rsidRDefault="007415DC" w:rsidP="007415DC">
      <w:pPr>
        <w:outlineLvl w:val="0"/>
        <w:rPr>
          <w:rFonts w:ascii="Arial Narrow" w:hAnsi="Arial Narrow"/>
          <w:color w:val="003366"/>
          <w:sz w:val="28"/>
        </w:rPr>
      </w:pPr>
      <w:r w:rsidRPr="003B7D9C">
        <w:rPr>
          <w:rFonts w:ascii="Arial Narrow" w:hAnsi="Arial Narrow"/>
          <w:b/>
          <w:color w:val="003366"/>
          <w:sz w:val="28"/>
        </w:rPr>
        <w:t>CHARITABLE REQUEST PROCEDURES</w:t>
      </w:r>
    </w:p>
    <w:p w14:paraId="5777623B" w14:textId="77777777" w:rsidR="007415DC" w:rsidRPr="003B7D9C" w:rsidRDefault="007415DC" w:rsidP="007415DC">
      <w:pPr>
        <w:rPr>
          <w:rFonts w:ascii="Arial Narrow" w:hAnsi="Arial Narrow"/>
          <w:b/>
          <w:sz w:val="28"/>
        </w:rPr>
      </w:pPr>
      <w:r w:rsidRPr="003B7D9C">
        <w:rPr>
          <w:rFonts w:ascii="Arial Narrow" w:hAnsi="Arial Narrow"/>
          <w:b/>
          <w:sz w:val="28"/>
        </w:rPr>
        <w:t xml:space="preserve">        </w:t>
      </w:r>
    </w:p>
    <w:p w14:paraId="1A0048BA" w14:textId="77777777" w:rsidR="007415DC" w:rsidRPr="003B7D9C" w:rsidRDefault="007415DC" w:rsidP="00F03CEC">
      <w:pPr>
        <w:numPr>
          <w:ilvl w:val="0"/>
          <w:numId w:val="2"/>
        </w:numPr>
        <w:rPr>
          <w:rFonts w:ascii="Arial Narrow" w:hAnsi="Arial Narrow"/>
          <w:sz w:val="28"/>
        </w:rPr>
      </w:pPr>
      <w:r w:rsidRPr="003B7D9C">
        <w:rPr>
          <w:rFonts w:ascii="Arial Narrow" w:hAnsi="Arial Narrow"/>
          <w:sz w:val="28"/>
        </w:rPr>
        <w:t>Requests mus</w:t>
      </w:r>
      <w:r w:rsidR="000E59E2" w:rsidRPr="003B7D9C">
        <w:rPr>
          <w:rFonts w:ascii="Arial Narrow" w:hAnsi="Arial Narrow"/>
          <w:sz w:val="28"/>
        </w:rPr>
        <w:t xml:space="preserve">t be in writing on the official, updated </w:t>
      </w:r>
      <w:r w:rsidRPr="003B7D9C">
        <w:rPr>
          <w:rFonts w:ascii="Arial Narrow" w:hAnsi="Arial Narrow"/>
          <w:sz w:val="28"/>
        </w:rPr>
        <w:t>application</w:t>
      </w:r>
    </w:p>
    <w:p w14:paraId="17F2D280" w14:textId="77777777" w:rsidR="000E59E2" w:rsidRPr="003B7D9C" w:rsidRDefault="007415DC" w:rsidP="007415DC">
      <w:pPr>
        <w:numPr>
          <w:ilvl w:val="0"/>
          <w:numId w:val="2"/>
        </w:numPr>
        <w:rPr>
          <w:rFonts w:ascii="Arial Narrow" w:hAnsi="Arial Narrow"/>
          <w:sz w:val="28"/>
        </w:rPr>
      </w:pPr>
      <w:r w:rsidRPr="003B7D9C">
        <w:rPr>
          <w:rFonts w:ascii="Arial Narrow" w:hAnsi="Arial Narrow"/>
          <w:sz w:val="28"/>
        </w:rPr>
        <w:t>Briefly describe project activities, goals, objectives and project time frame</w:t>
      </w:r>
    </w:p>
    <w:p w14:paraId="5982448D" w14:textId="77777777" w:rsidR="007415DC" w:rsidRPr="003B7D9C" w:rsidRDefault="000E59E2" w:rsidP="007415DC">
      <w:pPr>
        <w:numPr>
          <w:ilvl w:val="0"/>
          <w:numId w:val="2"/>
        </w:numPr>
        <w:rPr>
          <w:rFonts w:ascii="Arial Narrow" w:hAnsi="Arial Narrow"/>
          <w:sz w:val="28"/>
        </w:rPr>
      </w:pPr>
      <w:r w:rsidRPr="003B7D9C">
        <w:rPr>
          <w:rFonts w:ascii="Arial Narrow" w:hAnsi="Arial Narrow"/>
          <w:sz w:val="28"/>
        </w:rPr>
        <w:t>Organization’s Mission Statement, Vision Statement and annual/project budget must be submitted</w:t>
      </w:r>
    </w:p>
    <w:p w14:paraId="333E524D" w14:textId="77777777" w:rsidR="007415DC" w:rsidRPr="0090499B" w:rsidRDefault="007415DC" w:rsidP="007415DC">
      <w:pPr>
        <w:numPr>
          <w:ilvl w:val="0"/>
          <w:numId w:val="2"/>
        </w:numPr>
        <w:rPr>
          <w:rFonts w:ascii="Arial Narrow" w:hAnsi="Arial Narrow"/>
          <w:sz w:val="28"/>
        </w:rPr>
      </w:pPr>
      <w:r w:rsidRPr="0090499B">
        <w:rPr>
          <w:rFonts w:ascii="Arial Narrow" w:hAnsi="Arial Narrow"/>
          <w:sz w:val="28"/>
        </w:rPr>
        <w:t>Include total budget and what portion is requested from the Studer Foundation</w:t>
      </w:r>
    </w:p>
    <w:p w14:paraId="78E82A10" w14:textId="77777777" w:rsidR="007415DC" w:rsidRPr="0090499B" w:rsidRDefault="007415DC" w:rsidP="003B7D9C">
      <w:pPr>
        <w:numPr>
          <w:ilvl w:val="0"/>
          <w:numId w:val="2"/>
        </w:numPr>
        <w:rPr>
          <w:rFonts w:ascii="Arial Narrow" w:hAnsi="Arial Narrow"/>
          <w:sz w:val="28"/>
        </w:rPr>
      </w:pPr>
      <w:r w:rsidRPr="0090499B">
        <w:rPr>
          <w:rFonts w:ascii="Arial Narrow" w:hAnsi="Arial Narrow"/>
          <w:sz w:val="28"/>
        </w:rPr>
        <w:t>Indicate how your program activities are to be sustained after receiving funding</w:t>
      </w:r>
    </w:p>
    <w:p w14:paraId="7DA29CB2" w14:textId="77777777" w:rsidR="007415DC" w:rsidRPr="003B7D9C" w:rsidRDefault="007415DC" w:rsidP="007415DC">
      <w:pPr>
        <w:numPr>
          <w:ilvl w:val="0"/>
          <w:numId w:val="2"/>
        </w:numPr>
        <w:rPr>
          <w:rFonts w:ascii="Arial Narrow" w:hAnsi="Arial Narrow"/>
          <w:sz w:val="28"/>
        </w:rPr>
      </w:pPr>
      <w:r w:rsidRPr="003B7D9C">
        <w:rPr>
          <w:rFonts w:ascii="Arial Narrow" w:hAnsi="Arial Narrow"/>
          <w:sz w:val="28"/>
        </w:rPr>
        <w:t>Current list of your Board Members</w:t>
      </w:r>
      <w:r w:rsidR="000E59E2" w:rsidRPr="003B7D9C">
        <w:rPr>
          <w:rFonts w:ascii="Arial Narrow" w:hAnsi="Arial Narrow"/>
          <w:sz w:val="28"/>
        </w:rPr>
        <w:t>, including the dollar amount donated last fiscal year by Board</w:t>
      </w:r>
    </w:p>
    <w:p w14:paraId="626266A7" w14:textId="77777777" w:rsidR="007415DC" w:rsidRPr="003B7D9C" w:rsidRDefault="007415DC" w:rsidP="007415DC">
      <w:pPr>
        <w:numPr>
          <w:ilvl w:val="0"/>
          <w:numId w:val="2"/>
        </w:numPr>
        <w:rPr>
          <w:rFonts w:ascii="Arial Narrow" w:hAnsi="Arial Narrow"/>
          <w:sz w:val="28"/>
        </w:rPr>
      </w:pPr>
      <w:r w:rsidRPr="003B7D9C">
        <w:rPr>
          <w:rFonts w:ascii="Arial Narrow" w:hAnsi="Arial Narrow"/>
          <w:sz w:val="28"/>
        </w:rPr>
        <w:t xml:space="preserve">Include a copy of a Federal W9 </w:t>
      </w:r>
      <w:r w:rsidR="000076ED" w:rsidRPr="003B7D9C">
        <w:rPr>
          <w:rFonts w:ascii="Arial Narrow" w:hAnsi="Arial Narrow"/>
          <w:sz w:val="28"/>
        </w:rPr>
        <w:t xml:space="preserve">(included in this packet) </w:t>
      </w:r>
      <w:r w:rsidRPr="003B7D9C">
        <w:rPr>
          <w:rFonts w:ascii="Arial Narrow" w:hAnsi="Arial Narrow"/>
          <w:sz w:val="28"/>
        </w:rPr>
        <w:t>form with request</w:t>
      </w:r>
    </w:p>
    <w:p w14:paraId="7408F699" w14:textId="77777777" w:rsidR="007415DC" w:rsidRPr="003B7D9C" w:rsidRDefault="007415DC" w:rsidP="007415DC">
      <w:pPr>
        <w:numPr>
          <w:ilvl w:val="0"/>
          <w:numId w:val="2"/>
        </w:numPr>
        <w:rPr>
          <w:rFonts w:ascii="Arial Narrow" w:hAnsi="Arial Narrow"/>
          <w:sz w:val="28"/>
        </w:rPr>
      </w:pPr>
      <w:r w:rsidRPr="003B7D9C">
        <w:rPr>
          <w:rFonts w:ascii="Arial Narrow" w:hAnsi="Arial Narrow"/>
          <w:sz w:val="28"/>
        </w:rPr>
        <w:t xml:space="preserve">No organization that discriminates on the basis of race, creed, gender or national origin will be considered for </w:t>
      </w:r>
      <w:r w:rsidR="00D55539" w:rsidRPr="003B7D9C">
        <w:rPr>
          <w:rFonts w:ascii="Arial Narrow" w:hAnsi="Arial Narrow"/>
          <w:sz w:val="28"/>
        </w:rPr>
        <w:t>Studer Foundation</w:t>
      </w:r>
      <w:r w:rsidRPr="003B7D9C">
        <w:rPr>
          <w:rFonts w:ascii="Arial Narrow" w:hAnsi="Arial Narrow"/>
          <w:sz w:val="28"/>
        </w:rPr>
        <w:t xml:space="preserve"> support</w:t>
      </w:r>
    </w:p>
    <w:p w14:paraId="16E934EF" w14:textId="77777777" w:rsidR="007415DC" w:rsidRPr="003B7D9C" w:rsidRDefault="007415DC" w:rsidP="00F612D1">
      <w:pPr>
        <w:numPr>
          <w:ilvl w:val="0"/>
          <w:numId w:val="2"/>
        </w:numPr>
        <w:rPr>
          <w:rFonts w:ascii="Arial Narrow" w:hAnsi="Arial Narrow"/>
          <w:sz w:val="28"/>
        </w:rPr>
      </w:pPr>
      <w:r w:rsidRPr="003B7D9C">
        <w:rPr>
          <w:rFonts w:ascii="Arial Narrow" w:hAnsi="Arial Narrow"/>
          <w:sz w:val="28"/>
        </w:rPr>
        <w:t xml:space="preserve">It is required that organizations be tax exempt under 501© (3) of the Internal Revenue Code. Please provide a copy of your IRS determination letter with application. </w:t>
      </w:r>
    </w:p>
    <w:p w14:paraId="0BA0774A" w14:textId="77777777" w:rsidR="007415DC" w:rsidRPr="003B7D9C" w:rsidRDefault="0090499B" w:rsidP="00F612D1">
      <w:pPr>
        <w:numPr>
          <w:ilvl w:val="0"/>
          <w:numId w:val="2"/>
        </w:numPr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REQUESTS ARE REVIEWED SEMI-ANNUALLY, JUNE AND DECEMBER</w:t>
      </w:r>
    </w:p>
    <w:p w14:paraId="260D09C8" w14:textId="77777777" w:rsidR="003B7D9C" w:rsidRPr="003B7D9C" w:rsidRDefault="003B7D9C" w:rsidP="007415DC">
      <w:pPr>
        <w:numPr>
          <w:ilvl w:val="0"/>
          <w:numId w:val="2"/>
        </w:numPr>
        <w:rPr>
          <w:rFonts w:ascii="Arial Narrow" w:hAnsi="Arial Narrow"/>
          <w:sz w:val="28"/>
        </w:rPr>
      </w:pPr>
      <w:r w:rsidRPr="003B7D9C">
        <w:rPr>
          <w:rFonts w:ascii="Arial Narrow" w:hAnsi="Arial Narrow"/>
          <w:b/>
          <w:sz w:val="28"/>
        </w:rPr>
        <w:lastRenderedPageBreak/>
        <w:t>PHONE CALLS AND PERSONAL REQUESTS WILL NOT BE CONSIDERED FOR FUNDING</w:t>
      </w:r>
    </w:p>
    <w:p w14:paraId="5D3D0476" w14:textId="77777777" w:rsidR="003B7D9C" w:rsidRPr="003B7D9C" w:rsidRDefault="0090499B" w:rsidP="007415DC">
      <w:pPr>
        <w:numPr>
          <w:ilvl w:val="0"/>
          <w:numId w:val="2"/>
        </w:numPr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NO EVENT SPONSORSHIPS</w:t>
      </w:r>
      <w:r w:rsidR="003B7D9C">
        <w:rPr>
          <w:rFonts w:ascii="Arial Narrow" w:hAnsi="Arial Narrow"/>
          <w:b/>
          <w:sz w:val="28"/>
        </w:rPr>
        <w:t xml:space="preserve"> OR OPERATING FUNDS REQUESTS WILL BE CONSIDERED</w:t>
      </w:r>
    </w:p>
    <w:p w14:paraId="08E115A9" w14:textId="77777777" w:rsidR="007415DC" w:rsidRDefault="007415DC" w:rsidP="003B7D9C">
      <w:pPr>
        <w:ind w:left="720"/>
        <w:rPr>
          <w:rFonts w:ascii="Arial Narrow" w:hAnsi="Arial Narrow"/>
        </w:rPr>
      </w:pPr>
    </w:p>
    <w:p w14:paraId="3E08B25C" w14:textId="77777777" w:rsidR="00BF417D" w:rsidRPr="00BF417D" w:rsidRDefault="007415DC" w:rsidP="00BF417D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6EAF5593" w14:textId="77777777" w:rsidR="00F55C22" w:rsidRPr="00ED321F" w:rsidRDefault="00F55C22" w:rsidP="003B7D9C">
      <w:pPr>
        <w:rPr>
          <w:rFonts w:ascii="Bookman Old Style" w:hAnsi="Bookman Old Style"/>
          <w:sz w:val="20"/>
          <w:szCs w:val="20"/>
        </w:rPr>
      </w:pPr>
    </w:p>
    <w:sectPr w:rsidR="00F55C22" w:rsidRPr="00ED321F" w:rsidSect="007415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EAE98" w14:textId="77777777" w:rsidR="00C1670D" w:rsidRDefault="00C1670D">
      <w:r>
        <w:separator/>
      </w:r>
    </w:p>
  </w:endnote>
  <w:endnote w:type="continuationSeparator" w:id="0">
    <w:p w14:paraId="4E6ADD61" w14:textId="77777777" w:rsidR="00C1670D" w:rsidRDefault="00C1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B55B6" w14:textId="77777777" w:rsidR="00FC6A98" w:rsidRDefault="00FC6A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67CB2" w14:textId="77777777" w:rsidR="00D12513" w:rsidRDefault="00CA18F9" w:rsidP="00ED321F">
    <w:pPr>
      <w:pStyle w:val="Footer"/>
      <w:tabs>
        <w:tab w:val="left" w:pos="432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E7DFEE" wp14:editId="71865120">
              <wp:simplePos x="0" y="0"/>
              <wp:positionH relativeFrom="column">
                <wp:posOffset>2679700</wp:posOffset>
              </wp:positionH>
              <wp:positionV relativeFrom="paragraph">
                <wp:posOffset>5080</wp:posOffset>
              </wp:positionV>
              <wp:extent cx="0" cy="1371600"/>
              <wp:effectExtent l="12700" t="14605" r="15875" b="1397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3716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33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7A9CFE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pt,.4pt" to="211pt,1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" strokecolor="#036" strokeweight="1.5pt"/>
          </w:pict>
        </mc:Fallback>
      </mc:AlternateContent>
    </w:r>
    <w:r w:rsidR="00B17F18">
      <w:tab/>
    </w:r>
  </w:p>
  <w:p w14:paraId="5D82E3EB" w14:textId="77777777" w:rsidR="00D12513" w:rsidRDefault="00D12513" w:rsidP="00ED321F">
    <w:pPr>
      <w:pStyle w:val="Footer"/>
      <w:tabs>
        <w:tab w:val="left" w:pos="4320"/>
      </w:tabs>
    </w:pPr>
  </w:p>
  <w:p w14:paraId="79A70330" w14:textId="016E8571" w:rsidR="00B17F18" w:rsidRDefault="00D12513" w:rsidP="00ED321F">
    <w:pPr>
      <w:pStyle w:val="Footer"/>
      <w:tabs>
        <w:tab w:val="left" w:pos="4320"/>
      </w:tabs>
      <w:rPr>
        <w:color w:val="003366"/>
      </w:rPr>
    </w:pPr>
    <w:r>
      <w:tab/>
    </w:r>
    <w:r w:rsidR="00721A9A">
      <w:rPr>
        <w:color w:val="003366"/>
      </w:rPr>
      <w:t>Theresa@</w:t>
    </w:r>
    <w:r w:rsidR="00D6018C">
      <w:rPr>
        <w:color w:val="003366"/>
      </w:rPr>
      <w:t>Studercdg.com</w:t>
    </w:r>
  </w:p>
  <w:p w14:paraId="17323563" w14:textId="1A8F6B4C" w:rsidR="00B17F18" w:rsidRDefault="000E59E2" w:rsidP="00ED321F">
    <w:pPr>
      <w:pStyle w:val="Footer"/>
      <w:tabs>
        <w:tab w:val="left" w:pos="4320"/>
      </w:tabs>
      <w:rPr>
        <w:color w:val="003366"/>
      </w:rPr>
    </w:pPr>
    <w:r>
      <w:rPr>
        <w:color w:val="003366"/>
      </w:rPr>
      <w:tab/>
    </w:r>
    <w:r w:rsidR="00D519B2">
      <w:rPr>
        <w:color w:val="003366"/>
      </w:rPr>
      <w:t>350 W. Cedar St. #300</w:t>
    </w:r>
  </w:p>
  <w:p w14:paraId="7C36CEA2" w14:textId="38E5F5B8" w:rsidR="00B17F18" w:rsidRDefault="00B17F18" w:rsidP="00ED321F">
    <w:pPr>
      <w:pStyle w:val="Footer"/>
      <w:tabs>
        <w:tab w:val="left" w:pos="4320"/>
      </w:tabs>
      <w:rPr>
        <w:color w:val="003366"/>
      </w:rPr>
    </w:pPr>
    <w:r>
      <w:rPr>
        <w:color w:val="003366"/>
      </w:rPr>
      <w:tab/>
    </w:r>
    <w:r w:rsidR="000E59E2">
      <w:rPr>
        <w:color w:val="003366"/>
      </w:rPr>
      <w:t>Pensacola, FL  325</w:t>
    </w:r>
    <w:r w:rsidR="00D519B2">
      <w:rPr>
        <w:color w:val="003366"/>
      </w:rPr>
      <w:t>02</w:t>
    </w:r>
  </w:p>
  <w:p w14:paraId="691069DC" w14:textId="35BA0AD8" w:rsidR="00426919" w:rsidRDefault="00426919" w:rsidP="00ED321F">
    <w:pPr>
      <w:pStyle w:val="Footer"/>
      <w:tabs>
        <w:tab w:val="left" w:pos="4320"/>
      </w:tabs>
      <w:rPr>
        <w:color w:val="003366"/>
      </w:rPr>
    </w:pPr>
  </w:p>
  <w:p w14:paraId="3D3EC5DA" w14:textId="745289C7" w:rsidR="00426919" w:rsidRDefault="00426919" w:rsidP="00ED321F">
    <w:pPr>
      <w:pStyle w:val="Footer"/>
      <w:tabs>
        <w:tab w:val="left" w:pos="4320"/>
      </w:tabs>
      <w:rPr>
        <w:color w:val="003366"/>
      </w:rPr>
    </w:pPr>
    <w:r>
      <w:rPr>
        <w:color w:val="003366"/>
      </w:rPr>
      <w:tab/>
    </w:r>
    <w:r w:rsidR="00F00C4D">
      <w:rPr>
        <w:color w:val="003366"/>
      </w:rPr>
      <w:t>5.29.24</w:t>
    </w:r>
  </w:p>
  <w:p w14:paraId="5DA21B7B" w14:textId="77777777" w:rsidR="00B17F18" w:rsidRDefault="00B17F18" w:rsidP="00ED321F">
    <w:pPr>
      <w:pStyle w:val="Footer"/>
      <w:tabs>
        <w:tab w:val="left" w:pos="4320"/>
      </w:tabs>
      <w:rPr>
        <w:color w:val="003366"/>
      </w:rPr>
    </w:pPr>
  </w:p>
  <w:p w14:paraId="2F0516A0" w14:textId="77777777" w:rsidR="00B17F18" w:rsidRPr="00ED321F" w:rsidRDefault="00B17F18" w:rsidP="00ED321F">
    <w:pPr>
      <w:pStyle w:val="Footer"/>
      <w:tabs>
        <w:tab w:val="left" w:pos="4320"/>
      </w:tabs>
      <w:rPr>
        <w:color w:val="003366"/>
      </w:rPr>
    </w:pPr>
  </w:p>
  <w:p w14:paraId="7141C2E7" w14:textId="77777777" w:rsidR="00B17F18" w:rsidRPr="00B80A84" w:rsidRDefault="00B17F18" w:rsidP="00ED321F">
    <w:pPr>
      <w:pStyle w:val="Footer"/>
      <w:tabs>
        <w:tab w:val="left" w:pos="4320"/>
      </w:tabs>
      <w:rPr>
        <w:color w:val="003366"/>
        <w:lang w:val="de-DE"/>
      </w:rPr>
    </w:pPr>
    <w:r w:rsidRPr="00ED321F">
      <w:rPr>
        <w:color w:val="00336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1D8D3" w14:textId="77777777" w:rsidR="00FC6A98" w:rsidRDefault="00FC6A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A3FBF" w14:textId="77777777" w:rsidR="00C1670D" w:rsidRDefault="00C1670D">
      <w:r>
        <w:separator/>
      </w:r>
    </w:p>
  </w:footnote>
  <w:footnote w:type="continuationSeparator" w:id="0">
    <w:p w14:paraId="461B3535" w14:textId="77777777" w:rsidR="00C1670D" w:rsidRDefault="00C16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9A0BD" w14:textId="77777777" w:rsidR="00FC6A98" w:rsidRDefault="00FC6A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B649F" w14:textId="77777777" w:rsidR="000741D3" w:rsidRDefault="00371441" w:rsidP="00ED321F">
    <w:pPr>
      <w:jc w:val="center"/>
      <w:rPr>
        <w:color w:val="003366"/>
        <w:sz w:val="48"/>
        <w:szCs w:val="48"/>
      </w:rPr>
    </w:pPr>
    <w:r>
      <w:rPr>
        <w:noProof/>
        <w:color w:val="003366"/>
        <w:sz w:val="48"/>
        <w:szCs w:val="48"/>
      </w:rPr>
      <w:drawing>
        <wp:inline distT="0" distB="0" distL="0" distR="0" wp14:anchorId="4C3D4B47" wp14:editId="667DD1D6">
          <wp:extent cx="1104900" cy="749300"/>
          <wp:effectExtent l="25400" t="0" r="0" b="0"/>
          <wp:docPr id="1" name="Picture 1" descr="Studer-foundation-logo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uder-foundation-logo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749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6AFFB03" w14:textId="20B96770" w:rsidR="009404D5" w:rsidRPr="00640FA6" w:rsidRDefault="00D519B2" w:rsidP="000E59E2">
    <w:pPr>
      <w:jc w:val="center"/>
      <w:rPr>
        <w:color w:val="003366"/>
      </w:rPr>
    </w:pPr>
    <w:r>
      <w:rPr>
        <w:color w:val="003366"/>
      </w:rPr>
      <w:t>350 W. Cedar St. #300</w:t>
    </w:r>
  </w:p>
  <w:p w14:paraId="783D4DFF" w14:textId="2073878A" w:rsidR="00B17F18" w:rsidRPr="000741D3" w:rsidRDefault="00B17F18" w:rsidP="000741D3">
    <w:pPr>
      <w:jc w:val="center"/>
      <w:rPr>
        <w:color w:val="003366"/>
      </w:rPr>
    </w:pPr>
    <w:r w:rsidRPr="00640FA6">
      <w:rPr>
        <w:color w:val="003366"/>
      </w:rPr>
      <w:t>Pensacola</w:t>
    </w:r>
    <w:r w:rsidR="000E59E2">
      <w:rPr>
        <w:color w:val="003366"/>
      </w:rPr>
      <w:t>, FL 325</w:t>
    </w:r>
    <w:r w:rsidR="00D519B2">
      <w:rPr>
        <w:color w:val="003366"/>
      </w:rPr>
      <w:t>02</w:t>
    </w:r>
  </w:p>
  <w:p w14:paraId="62E61A68" w14:textId="77777777" w:rsidR="00B17F18" w:rsidRDefault="00B17F18" w:rsidP="00ED321F">
    <w:pPr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sz w:val="20"/>
        <w:szCs w:val="20"/>
      </w:rPr>
      <w:tab/>
    </w:r>
    <w:r>
      <w:rPr>
        <w:rFonts w:ascii="Bookman Old Style" w:hAnsi="Bookman Old Style"/>
        <w:sz w:val="20"/>
        <w:szCs w:val="20"/>
      </w:rPr>
      <w:tab/>
    </w:r>
    <w:r>
      <w:rPr>
        <w:rFonts w:ascii="Bookman Old Style" w:hAnsi="Bookman Old Style"/>
        <w:sz w:val="20"/>
        <w:szCs w:val="20"/>
      </w:rPr>
      <w:tab/>
    </w:r>
    <w:r>
      <w:rPr>
        <w:rFonts w:ascii="Bookman Old Style" w:hAnsi="Bookman Old Style"/>
        <w:sz w:val="20"/>
        <w:szCs w:val="20"/>
      </w:rPr>
      <w:tab/>
    </w:r>
    <w:r>
      <w:rPr>
        <w:rFonts w:ascii="Bookman Old Style" w:hAnsi="Bookman Old Style"/>
        <w:sz w:val="20"/>
        <w:szCs w:val="20"/>
      </w:rPr>
      <w:tab/>
    </w:r>
    <w:r>
      <w:rPr>
        <w:rFonts w:ascii="Bookman Old Style" w:hAnsi="Bookman Old Style"/>
        <w:sz w:val="20"/>
        <w:szCs w:val="20"/>
      </w:rPr>
      <w:tab/>
      <w:t xml:space="preserve">         </w:t>
    </w:r>
    <w:r>
      <w:rPr>
        <w:rFonts w:ascii="Bookman Old Style" w:hAnsi="Bookman Old Style"/>
        <w:sz w:val="20"/>
        <w:szCs w:val="20"/>
      </w:rPr>
      <w:tab/>
      <w:t xml:space="preserve">          </w:t>
    </w:r>
  </w:p>
  <w:p w14:paraId="309001D7" w14:textId="77777777" w:rsidR="00B17F18" w:rsidRDefault="00B17F18" w:rsidP="00ED321F">
    <w:pPr>
      <w:rPr>
        <w:rFonts w:ascii="Bookman Old Style" w:hAnsi="Bookman Old Style"/>
        <w:color w:val="003366"/>
        <w:sz w:val="20"/>
        <w:szCs w:val="20"/>
      </w:rPr>
    </w:pPr>
    <w:r>
      <w:rPr>
        <w:rFonts w:ascii="Bookman Old Style" w:hAnsi="Bookman Old Style"/>
        <w:color w:val="003366"/>
        <w:sz w:val="20"/>
        <w:szCs w:val="20"/>
      </w:rPr>
      <w:tab/>
    </w:r>
    <w:r>
      <w:rPr>
        <w:rFonts w:ascii="Bookman Old Style" w:hAnsi="Bookman Old Style"/>
        <w:color w:val="003366"/>
        <w:sz w:val="20"/>
        <w:szCs w:val="20"/>
      </w:rPr>
      <w:tab/>
    </w:r>
    <w:r>
      <w:rPr>
        <w:rFonts w:ascii="Bookman Old Style" w:hAnsi="Bookman Old Style"/>
        <w:color w:val="003366"/>
        <w:sz w:val="20"/>
        <w:szCs w:val="20"/>
      </w:rPr>
      <w:tab/>
    </w:r>
    <w:r>
      <w:rPr>
        <w:rFonts w:ascii="Bookman Old Style" w:hAnsi="Bookman Old Style"/>
        <w:color w:val="003366"/>
        <w:sz w:val="20"/>
        <w:szCs w:val="20"/>
      </w:rPr>
      <w:tab/>
    </w:r>
    <w:r>
      <w:rPr>
        <w:rFonts w:ascii="Bookman Old Style" w:hAnsi="Bookman Old Style"/>
        <w:color w:val="003366"/>
        <w:sz w:val="20"/>
        <w:szCs w:val="20"/>
      </w:rPr>
      <w:tab/>
    </w:r>
    <w:r>
      <w:rPr>
        <w:rFonts w:ascii="Bookman Old Style" w:hAnsi="Bookman Old Style"/>
        <w:color w:val="003366"/>
        <w:sz w:val="20"/>
        <w:szCs w:val="20"/>
      </w:rPr>
      <w:tab/>
    </w:r>
    <w:r>
      <w:rPr>
        <w:rFonts w:ascii="Bookman Old Style" w:hAnsi="Bookman Old Style"/>
        <w:color w:val="003366"/>
        <w:sz w:val="20"/>
        <w:szCs w:val="20"/>
      </w:rPr>
      <w:tab/>
    </w:r>
    <w:r>
      <w:rPr>
        <w:rFonts w:ascii="Bookman Old Style" w:hAnsi="Bookman Old Style"/>
        <w:color w:val="003366"/>
        <w:sz w:val="20"/>
        <w:szCs w:val="20"/>
      </w:rPr>
      <w:tab/>
    </w:r>
    <w:r>
      <w:rPr>
        <w:rFonts w:ascii="Bookman Old Style" w:hAnsi="Bookman Old Style"/>
        <w:color w:val="003366"/>
        <w:sz w:val="20"/>
        <w:szCs w:val="20"/>
      </w:rPr>
      <w:tab/>
      <w:t xml:space="preserve">          </w:t>
    </w:r>
  </w:p>
  <w:p w14:paraId="1FA36AD3" w14:textId="77777777" w:rsidR="00B17F18" w:rsidRDefault="00B17F18" w:rsidP="00ED321F">
    <w:pPr>
      <w:pStyle w:val="Header"/>
    </w:pPr>
  </w:p>
  <w:p w14:paraId="5B45F2B3" w14:textId="77777777" w:rsidR="00B17F18" w:rsidRDefault="00B17F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2643E" w14:textId="77777777" w:rsidR="00FC6A98" w:rsidRDefault="00FC6A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7F2B99"/>
    <w:multiLevelType w:val="hybridMultilevel"/>
    <w:tmpl w:val="8ECEDE22"/>
    <w:lvl w:ilvl="0" w:tplc="040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52E42B7A"/>
    <w:multiLevelType w:val="hybridMultilevel"/>
    <w:tmpl w:val="0D049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23119436">
    <w:abstractNumId w:val="0"/>
  </w:num>
  <w:num w:numId="2" w16cid:durableId="938220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A84"/>
    <w:rsid w:val="00001AF1"/>
    <w:rsid w:val="00002D18"/>
    <w:rsid w:val="00004364"/>
    <w:rsid w:val="00006412"/>
    <w:rsid w:val="000072FA"/>
    <w:rsid w:val="000076ED"/>
    <w:rsid w:val="000077EC"/>
    <w:rsid w:val="000100D1"/>
    <w:rsid w:val="000115A5"/>
    <w:rsid w:val="000135BC"/>
    <w:rsid w:val="000157E0"/>
    <w:rsid w:val="00016EFC"/>
    <w:rsid w:val="000177F1"/>
    <w:rsid w:val="00023B9A"/>
    <w:rsid w:val="00024DF8"/>
    <w:rsid w:val="0002578D"/>
    <w:rsid w:val="00026F79"/>
    <w:rsid w:val="00027F62"/>
    <w:rsid w:val="00032896"/>
    <w:rsid w:val="00032926"/>
    <w:rsid w:val="0003469B"/>
    <w:rsid w:val="00035A8D"/>
    <w:rsid w:val="00040000"/>
    <w:rsid w:val="00040F53"/>
    <w:rsid w:val="00041154"/>
    <w:rsid w:val="000429F2"/>
    <w:rsid w:val="000462B8"/>
    <w:rsid w:val="0004633C"/>
    <w:rsid w:val="00046CFE"/>
    <w:rsid w:val="00050077"/>
    <w:rsid w:val="00050919"/>
    <w:rsid w:val="00052B69"/>
    <w:rsid w:val="00054230"/>
    <w:rsid w:val="00055C5E"/>
    <w:rsid w:val="000575D0"/>
    <w:rsid w:val="00060523"/>
    <w:rsid w:val="0006070C"/>
    <w:rsid w:val="000610EC"/>
    <w:rsid w:val="00064663"/>
    <w:rsid w:val="00064CA8"/>
    <w:rsid w:val="000652D0"/>
    <w:rsid w:val="00065CDC"/>
    <w:rsid w:val="0006792E"/>
    <w:rsid w:val="000741D3"/>
    <w:rsid w:val="00074989"/>
    <w:rsid w:val="00080587"/>
    <w:rsid w:val="00081A67"/>
    <w:rsid w:val="00084791"/>
    <w:rsid w:val="00085B71"/>
    <w:rsid w:val="0008621A"/>
    <w:rsid w:val="00086D60"/>
    <w:rsid w:val="00092CA4"/>
    <w:rsid w:val="000953F8"/>
    <w:rsid w:val="00097D75"/>
    <w:rsid w:val="000A14AC"/>
    <w:rsid w:val="000A14EE"/>
    <w:rsid w:val="000A171A"/>
    <w:rsid w:val="000A1B45"/>
    <w:rsid w:val="000A2D41"/>
    <w:rsid w:val="000A31F4"/>
    <w:rsid w:val="000A64AB"/>
    <w:rsid w:val="000A79DE"/>
    <w:rsid w:val="000B2786"/>
    <w:rsid w:val="000B6B7B"/>
    <w:rsid w:val="000B704B"/>
    <w:rsid w:val="000B7998"/>
    <w:rsid w:val="000C2AE8"/>
    <w:rsid w:val="000C2B47"/>
    <w:rsid w:val="000C40FB"/>
    <w:rsid w:val="000C7513"/>
    <w:rsid w:val="000D0BA8"/>
    <w:rsid w:val="000D12CE"/>
    <w:rsid w:val="000D26E3"/>
    <w:rsid w:val="000D6CE0"/>
    <w:rsid w:val="000E1550"/>
    <w:rsid w:val="000E27F3"/>
    <w:rsid w:val="000E59E2"/>
    <w:rsid w:val="000E658F"/>
    <w:rsid w:val="000F1FCB"/>
    <w:rsid w:val="000F3618"/>
    <w:rsid w:val="000F3C07"/>
    <w:rsid w:val="000F4982"/>
    <w:rsid w:val="000F57C4"/>
    <w:rsid w:val="000F5AC9"/>
    <w:rsid w:val="000F6973"/>
    <w:rsid w:val="00100674"/>
    <w:rsid w:val="0010256B"/>
    <w:rsid w:val="00102AFE"/>
    <w:rsid w:val="00103FB7"/>
    <w:rsid w:val="00105560"/>
    <w:rsid w:val="001123F4"/>
    <w:rsid w:val="00112A79"/>
    <w:rsid w:val="0011718B"/>
    <w:rsid w:val="00122018"/>
    <w:rsid w:val="00122D2C"/>
    <w:rsid w:val="00125915"/>
    <w:rsid w:val="00127B9F"/>
    <w:rsid w:val="001322BF"/>
    <w:rsid w:val="0013231E"/>
    <w:rsid w:val="00133AC3"/>
    <w:rsid w:val="00135B48"/>
    <w:rsid w:val="00137883"/>
    <w:rsid w:val="00137A51"/>
    <w:rsid w:val="00141053"/>
    <w:rsid w:val="001439B9"/>
    <w:rsid w:val="00143C48"/>
    <w:rsid w:val="00144CB4"/>
    <w:rsid w:val="00145088"/>
    <w:rsid w:val="001459BC"/>
    <w:rsid w:val="00145EEF"/>
    <w:rsid w:val="001500E9"/>
    <w:rsid w:val="001505CE"/>
    <w:rsid w:val="00150EDB"/>
    <w:rsid w:val="00151950"/>
    <w:rsid w:val="0015609B"/>
    <w:rsid w:val="00156FE8"/>
    <w:rsid w:val="00157A9C"/>
    <w:rsid w:val="00163155"/>
    <w:rsid w:val="00163386"/>
    <w:rsid w:val="001650AA"/>
    <w:rsid w:val="00167236"/>
    <w:rsid w:val="001675B1"/>
    <w:rsid w:val="00167935"/>
    <w:rsid w:val="0017062A"/>
    <w:rsid w:val="00174D21"/>
    <w:rsid w:val="00175959"/>
    <w:rsid w:val="00175F8B"/>
    <w:rsid w:val="00177868"/>
    <w:rsid w:val="00180217"/>
    <w:rsid w:val="00181945"/>
    <w:rsid w:val="00182D75"/>
    <w:rsid w:val="00190083"/>
    <w:rsid w:val="00194BA5"/>
    <w:rsid w:val="001A0E2D"/>
    <w:rsid w:val="001A1745"/>
    <w:rsid w:val="001A1F8A"/>
    <w:rsid w:val="001A2A56"/>
    <w:rsid w:val="001A35C5"/>
    <w:rsid w:val="001A4659"/>
    <w:rsid w:val="001A469D"/>
    <w:rsid w:val="001A745C"/>
    <w:rsid w:val="001B1342"/>
    <w:rsid w:val="001B608C"/>
    <w:rsid w:val="001B7B27"/>
    <w:rsid w:val="001C29A4"/>
    <w:rsid w:val="001C4D66"/>
    <w:rsid w:val="001C5CC8"/>
    <w:rsid w:val="001D1231"/>
    <w:rsid w:val="001D2588"/>
    <w:rsid w:val="001D392C"/>
    <w:rsid w:val="001D40F2"/>
    <w:rsid w:val="001D4E4A"/>
    <w:rsid w:val="001E3004"/>
    <w:rsid w:val="001E3E0E"/>
    <w:rsid w:val="001E4B48"/>
    <w:rsid w:val="001E6E9C"/>
    <w:rsid w:val="001F1042"/>
    <w:rsid w:val="001F3AE6"/>
    <w:rsid w:val="001F4426"/>
    <w:rsid w:val="001F6357"/>
    <w:rsid w:val="001F7846"/>
    <w:rsid w:val="001F7CCD"/>
    <w:rsid w:val="002037C7"/>
    <w:rsid w:val="002039F0"/>
    <w:rsid w:val="00203B9B"/>
    <w:rsid w:val="00203ED7"/>
    <w:rsid w:val="00203F80"/>
    <w:rsid w:val="0020509A"/>
    <w:rsid w:val="00205F83"/>
    <w:rsid w:val="00207F10"/>
    <w:rsid w:val="00207FBA"/>
    <w:rsid w:val="0021130C"/>
    <w:rsid w:val="00212616"/>
    <w:rsid w:val="00212791"/>
    <w:rsid w:val="0021551A"/>
    <w:rsid w:val="00215A1C"/>
    <w:rsid w:val="0021642E"/>
    <w:rsid w:val="0022122D"/>
    <w:rsid w:val="0022574E"/>
    <w:rsid w:val="002266E4"/>
    <w:rsid w:val="002278D5"/>
    <w:rsid w:val="00232F9F"/>
    <w:rsid w:val="00233D7B"/>
    <w:rsid w:val="002341C5"/>
    <w:rsid w:val="0023495B"/>
    <w:rsid w:val="00237DD5"/>
    <w:rsid w:val="0024005B"/>
    <w:rsid w:val="00242C2B"/>
    <w:rsid w:val="00242F87"/>
    <w:rsid w:val="002430E0"/>
    <w:rsid w:val="00243C75"/>
    <w:rsid w:val="00243E6E"/>
    <w:rsid w:val="00251BDC"/>
    <w:rsid w:val="00251C8E"/>
    <w:rsid w:val="00251FAA"/>
    <w:rsid w:val="002521C7"/>
    <w:rsid w:val="0025286C"/>
    <w:rsid w:val="002529B0"/>
    <w:rsid w:val="00255AAD"/>
    <w:rsid w:val="0025621E"/>
    <w:rsid w:val="0026110D"/>
    <w:rsid w:val="002631F0"/>
    <w:rsid w:val="0026529D"/>
    <w:rsid w:val="002678FA"/>
    <w:rsid w:val="002751ED"/>
    <w:rsid w:val="00275C8C"/>
    <w:rsid w:val="00276403"/>
    <w:rsid w:val="00276E63"/>
    <w:rsid w:val="00276F9E"/>
    <w:rsid w:val="00280362"/>
    <w:rsid w:val="00281BB0"/>
    <w:rsid w:val="00283E96"/>
    <w:rsid w:val="0028438F"/>
    <w:rsid w:val="0028668B"/>
    <w:rsid w:val="00286DF8"/>
    <w:rsid w:val="00287B4F"/>
    <w:rsid w:val="00287EDF"/>
    <w:rsid w:val="00291EE9"/>
    <w:rsid w:val="00292202"/>
    <w:rsid w:val="00292CD7"/>
    <w:rsid w:val="00297CC1"/>
    <w:rsid w:val="00297DAA"/>
    <w:rsid w:val="002A5981"/>
    <w:rsid w:val="002A6E0D"/>
    <w:rsid w:val="002A7B00"/>
    <w:rsid w:val="002A7F3F"/>
    <w:rsid w:val="002A7F45"/>
    <w:rsid w:val="002B2190"/>
    <w:rsid w:val="002B28C9"/>
    <w:rsid w:val="002C3032"/>
    <w:rsid w:val="002C3AF2"/>
    <w:rsid w:val="002C417E"/>
    <w:rsid w:val="002C466C"/>
    <w:rsid w:val="002C583D"/>
    <w:rsid w:val="002C5DFC"/>
    <w:rsid w:val="002C7686"/>
    <w:rsid w:val="002D21B8"/>
    <w:rsid w:val="002D5CA4"/>
    <w:rsid w:val="002D614A"/>
    <w:rsid w:val="002D65E9"/>
    <w:rsid w:val="002D6A87"/>
    <w:rsid w:val="002D7261"/>
    <w:rsid w:val="002E2AB1"/>
    <w:rsid w:val="002E2E39"/>
    <w:rsid w:val="002E4B7B"/>
    <w:rsid w:val="002E697D"/>
    <w:rsid w:val="002E6DCB"/>
    <w:rsid w:val="002E78C6"/>
    <w:rsid w:val="002F0903"/>
    <w:rsid w:val="002F47AD"/>
    <w:rsid w:val="00300B04"/>
    <w:rsid w:val="00301DAF"/>
    <w:rsid w:val="00305C80"/>
    <w:rsid w:val="00307684"/>
    <w:rsid w:val="00307F90"/>
    <w:rsid w:val="00310B1E"/>
    <w:rsid w:val="003143BF"/>
    <w:rsid w:val="00320BED"/>
    <w:rsid w:val="00331779"/>
    <w:rsid w:val="00332A2D"/>
    <w:rsid w:val="003335FC"/>
    <w:rsid w:val="00335FE6"/>
    <w:rsid w:val="003416D1"/>
    <w:rsid w:val="0034313D"/>
    <w:rsid w:val="00344069"/>
    <w:rsid w:val="00347452"/>
    <w:rsid w:val="00352B94"/>
    <w:rsid w:val="00357106"/>
    <w:rsid w:val="003642E6"/>
    <w:rsid w:val="00367771"/>
    <w:rsid w:val="003679F1"/>
    <w:rsid w:val="00371441"/>
    <w:rsid w:val="003733A5"/>
    <w:rsid w:val="003752AA"/>
    <w:rsid w:val="003752DD"/>
    <w:rsid w:val="00377C62"/>
    <w:rsid w:val="00382373"/>
    <w:rsid w:val="003843D7"/>
    <w:rsid w:val="003862E9"/>
    <w:rsid w:val="00386FF6"/>
    <w:rsid w:val="00390D2F"/>
    <w:rsid w:val="0039302F"/>
    <w:rsid w:val="00393E2F"/>
    <w:rsid w:val="00394885"/>
    <w:rsid w:val="00394C74"/>
    <w:rsid w:val="00394D2B"/>
    <w:rsid w:val="00397D02"/>
    <w:rsid w:val="003A27EF"/>
    <w:rsid w:val="003A3E4E"/>
    <w:rsid w:val="003A3E5F"/>
    <w:rsid w:val="003A4021"/>
    <w:rsid w:val="003A44ED"/>
    <w:rsid w:val="003A4914"/>
    <w:rsid w:val="003B4ECB"/>
    <w:rsid w:val="003B6D20"/>
    <w:rsid w:val="003B7D9C"/>
    <w:rsid w:val="003C158F"/>
    <w:rsid w:val="003C56CB"/>
    <w:rsid w:val="003C6A83"/>
    <w:rsid w:val="003C7563"/>
    <w:rsid w:val="003C7B2A"/>
    <w:rsid w:val="003D055A"/>
    <w:rsid w:val="003D3174"/>
    <w:rsid w:val="003D4EFB"/>
    <w:rsid w:val="003D5264"/>
    <w:rsid w:val="003E00DA"/>
    <w:rsid w:val="003E1B31"/>
    <w:rsid w:val="003E2B40"/>
    <w:rsid w:val="003E2C4C"/>
    <w:rsid w:val="003E6D4D"/>
    <w:rsid w:val="003E71B9"/>
    <w:rsid w:val="003E768D"/>
    <w:rsid w:val="003E7908"/>
    <w:rsid w:val="003E7D34"/>
    <w:rsid w:val="003F0FCE"/>
    <w:rsid w:val="003F16ED"/>
    <w:rsid w:val="003F2AF4"/>
    <w:rsid w:val="003F3D16"/>
    <w:rsid w:val="003F620D"/>
    <w:rsid w:val="00400352"/>
    <w:rsid w:val="0040252D"/>
    <w:rsid w:val="0040295B"/>
    <w:rsid w:val="00403347"/>
    <w:rsid w:val="004046ED"/>
    <w:rsid w:val="00404A2C"/>
    <w:rsid w:val="004078B9"/>
    <w:rsid w:val="00407B5D"/>
    <w:rsid w:val="004155E8"/>
    <w:rsid w:val="0041660E"/>
    <w:rsid w:val="00425578"/>
    <w:rsid w:val="00425D9C"/>
    <w:rsid w:val="00426919"/>
    <w:rsid w:val="00426DBB"/>
    <w:rsid w:val="0043341A"/>
    <w:rsid w:val="00433992"/>
    <w:rsid w:val="004371DA"/>
    <w:rsid w:val="004410D7"/>
    <w:rsid w:val="0044689F"/>
    <w:rsid w:val="004520B2"/>
    <w:rsid w:val="00452AD1"/>
    <w:rsid w:val="00452C1E"/>
    <w:rsid w:val="0045570A"/>
    <w:rsid w:val="00464BD5"/>
    <w:rsid w:val="004679B9"/>
    <w:rsid w:val="00471C6C"/>
    <w:rsid w:val="00473EF2"/>
    <w:rsid w:val="004740E4"/>
    <w:rsid w:val="00474150"/>
    <w:rsid w:val="00476544"/>
    <w:rsid w:val="004810A3"/>
    <w:rsid w:val="00481161"/>
    <w:rsid w:val="00483957"/>
    <w:rsid w:val="0049109D"/>
    <w:rsid w:val="00491850"/>
    <w:rsid w:val="00491B91"/>
    <w:rsid w:val="004923F4"/>
    <w:rsid w:val="0049315C"/>
    <w:rsid w:val="004936EF"/>
    <w:rsid w:val="0049486A"/>
    <w:rsid w:val="00495378"/>
    <w:rsid w:val="004974AB"/>
    <w:rsid w:val="004975BF"/>
    <w:rsid w:val="00497D42"/>
    <w:rsid w:val="004A042F"/>
    <w:rsid w:val="004A19AE"/>
    <w:rsid w:val="004A3998"/>
    <w:rsid w:val="004A41D2"/>
    <w:rsid w:val="004A47D7"/>
    <w:rsid w:val="004A63F4"/>
    <w:rsid w:val="004B012F"/>
    <w:rsid w:val="004B1A58"/>
    <w:rsid w:val="004B2431"/>
    <w:rsid w:val="004B3CE9"/>
    <w:rsid w:val="004B5E4B"/>
    <w:rsid w:val="004B5FCD"/>
    <w:rsid w:val="004C002B"/>
    <w:rsid w:val="004C07BE"/>
    <w:rsid w:val="004C1CD9"/>
    <w:rsid w:val="004C34A6"/>
    <w:rsid w:val="004C34D6"/>
    <w:rsid w:val="004C34DB"/>
    <w:rsid w:val="004C3979"/>
    <w:rsid w:val="004C5E10"/>
    <w:rsid w:val="004C62C4"/>
    <w:rsid w:val="004C7A9A"/>
    <w:rsid w:val="004D0C7B"/>
    <w:rsid w:val="004D1414"/>
    <w:rsid w:val="004D78BB"/>
    <w:rsid w:val="004E1D02"/>
    <w:rsid w:val="004E2040"/>
    <w:rsid w:val="004E4136"/>
    <w:rsid w:val="004E493E"/>
    <w:rsid w:val="004E5568"/>
    <w:rsid w:val="004E6E84"/>
    <w:rsid w:val="004E77D4"/>
    <w:rsid w:val="004F2EAA"/>
    <w:rsid w:val="004F60FB"/>
    <w:rsid w:val="005012E9"/>
    <w:rsid w:val="005019A6"/>
    <w:rsid w:val="00501B3A"/>
    <w:rsid w:val="0050499E"/>
    <w:rsid w:val="00504DE0"/>
    <w:rsid w:val="005062CF"/>
    <w:rsid w:val="0050731D"/>
    <w:rsid w:val="005110BB"/>
    <w:rsid w:val="005120F3"/>
    <w:rsid w:val="0051446D"/>
    <w:rsid w:val="005169F6"/>
    <w:rsid w:val="00516A5A"/>
    <w:rsid w:val="0052222C"/>
    <w:rsid w:val="00522E9A"/>
    <w:rsid w:val="00526836"/>
    <w:rsid w:val="00527286"/>
    <w:rsid w:val="0052759A"/>
    <w:rsid w:val="00527774"/>
    <w:rsid w:val="0053641B"/>
    <w:rsid w:val="00540795"/>
    <w:rsid w:val="00540A78"/>
    <w:rsid w:val="00540EC6"/>
    <w:rsid w:val="0054191B"/>
    <w:rsid w:val="00544006"/>
    <w:rsid w:val="0054465E"/>
    <w:rsid w:val="005462A1"/>
    <w:rsid w:val="005466C5"/>
    <w:rsid w:val="005516D5"/>
    <w:rsid w:val="00553DC6"/>
    <w:rsid w:val="005541BF"/>
    <w:rsid w:val="00555019"/>
    <w:rsid w:val="0056473B"/>
    <w:rsid w:val="0056620F"/>
    <w:rsid w:val="00571486"/>
    <w:rsid w:val="0057405F"/>
    <w:rsid w:val="00576141"/>
    <w:rsid w:val="00580B70"/>
    <w:rsid w:val="00581056"/>
    <w:rsid w:val="00582CB9"/>
    <w:rsid w:val="005830CF"/>
    <w:rsid w:val="00583D80"/>
    <w:rsid w:val="005857D2"/>
    <w:rsid w:val="00585B48"/>
    <w:rsid w:val="00586D43"/>
    <w:rsid w:val="00587E8A"/>
    <w:rsid w:val="00590011"/>
    <w:rsid w:val="00590128"/>
    <w:rsid w:val="005926B2"/>
    <w:rsid w:val="00592C9A"/>
    <w:rsid w:val="005948D6"/>
    <w:rsid w:val="0059553B"/>
    <w:rsid w:val="00595F9E"/>
    <w:rsid w:val="005966D9"/>
    <w:rsid w:val="005A17DF"/>
    <w:rsid w:val="005A1F9C"/>
    <w:rsid w:val="005A4795"/>
    <w:rsid w:val="005A5792"/>
    <w:rsid w:val="005B07BD"/>
    <w:rsid w:val="005B0DE0"/>
    <w:rsid w:val="005B6BA4"/>
    <w:rsid w:val="005B783D"/>
    <w:rsid w:val="005B7BBD"/>
    <w:rsid w:val="005C0E6B"/>
    <w:rsid w:val="005C52D9"/>
    <w:rsid w:val="005C6263"/>
    <w:rsid w:val="005D02C5"/>
    <w:rsid w:val="005D5934"/>
    <w:rsid w:val="005D7A2D"/>
    <w:rsid w:val="005E2561"/>
    <w:rsid w:val="005E2F80"/>
    <w:rsid w:val="005E5443"/>
    <w:rsid w:val="005E6036"/>
    <w:rsid w:val="005E7035"/>
    <w:rsid w:val="005F09FD"/>
    <w:rsid w:val="005F145F"/>
    <w:rsid w:val="005F16C3"/>
    <w:rsid w:val="005F5C80"/>
    <w:rsid w:val="005F71EA"/>
    <w:rsid w:val="00600BD4"/>
    <w:rsid w:val="00601419"/>
    <w:rsid w:val="00602520"/>
    <w:rsid w:val="00603157"/>
    <w:rsid w:val="00611CC3"/>
    <w:rsid w:val="00612477"/>
    <w:rsid w:val="00614908"/>
    <w:rsid w:val="00616F93"/>
    <w:rsid w:val="00617A38"/>
    <w:rsid w:val="00620816"/>
    <w:rsid w:val="00622091"/>
    <w:rsid w:val="0062248C"/>
    <w:rsid w:val="00623755"/>
    <w:rsid w:val="0062546C"/>
    <w:rsid w:val="00626AEA"/>
    <w:rsid w:val="00630CBB"/>
    <w:rsid w:val="00635DCB"/>
    <w:rsid w:val="00637A56"/>
    <w:rsid w:val="00640D8E"/>
    <w:rsid w:val="00640FA6"/>
    <w:rsid w:val="006470A6"/>
    <w:rsid w:val="00647774"/>
    <w:rsid w:val="00652016"/>
    <w:rsid w:val="00652B4C"/>
    <w:rsid w:val="00652D5C"/>
    <w:rsid w:val="00652FC9"/>
    <w:rsid w:val="00653027"/>
    <w:rsid w:val="00654275"/>
    <w:rsid w:val="006546BA"/>
    <w:rsid w:val="0065510E"/>
    <w:rsid w:val="00660B29"/>
    <w:rsid w:val="006610C0"/>
    <w:rsid w:val="00664235"/>
    <w:rsid w:val="006643D7"/>
    <w:rsid w:val="0066629D"/>
    <w:rsid w:val="006717FA"/>
    <w:rsid w:val="0067338B"/>
    <w:rsid w:val="006743DE"/>
    <w:rsid w:val="006752DA"/>
    <w:rsid w:val="006764B1"/>
    <w:rsid w:val="0067661C"/>
    <w:rsid w:val="00676AC6"/>
    <w:rsid w:val="00682DF0"/>
    <w:rsid w:val="00683153"/>
    <w:rsid w:val="00684550"/>
    <w:rsid w:val="00684982"/>
    <w:rsid w:val="00684B85"/>
    <w:rsid w:val="006856EE"/>
    <w:rsid w:val="00685C57"/>
    <w:rsid w:val="00695859"/>
    <w:rsid w:val="00696578"/>
    <w:rsid w:val="00696B3F"/>
    <w:rsid w:val="006A1338"/>
    <w:rsid w:val="006A137E"/>
    <w:rsid w:val="006A3B33"/>
    <w:rsid w:val="006A53D7"/>
    <w:rsid w:val="006A6930"/>
    <w:rsid w:val="006B1373"/>
    <w:rsid w:val="006B13D8"/>
    <w:rsid w:val="006B2A0D"/>
    <w:rsid w:val="006B49FB"/>
    <w:rsid w:val="006B4F96"/>
    <w:rsid w:val="006B6969"/>
    <w:rsid w:val="006C03AE"/>
    <w:rsid w:val="006C1018"/>
    <w:rsid w:val="006C16FC"/>
    <w:rsid w:val="006D09C0"/>
    <w:rsid w:val="006D0B15"/>
    <w:rsid w:val="006D0EB9"/>
    <w:rsid w:val="006D167C"/>
    <w:rsid w:val="006D3899"/>
    <w:rsid w:val="006D5A54"/>
    <w:rsid w:val="006D6A04"/>
    <w:rsid w:val="006D6BD3"/>
    <w:rsid w:val="006E03B4"/>
    <w:rsid w:val="006E0FAC"/>
    <w:rsid w:val="006E1069"/>
    <w:rsid w:val="006E107A"/>
    <w:rsid w:val="006E3D82"/>
    <w:rsid w:val="006E74BE"/>
    <w:rsid w:val="006F2DB0"/>
    <w:rsid w:val="006F5CF0"/>
    <w:rsid w:val="00705B8A"/>
    <w:rsid w:val="00706137"/>
    <w:rsid w:val="0070669B"/>
    <w:rsid w:val="00707181"/>
    <w:rsid w:val="00707F1D"/>
    <w:rsid w:val="00712B7F"/>
    <w:rsid w:val="0071306D"/>
    <w:rsid w:val="007136D1"/>
    <w:rsid w:val="00717010"/>
    <w:rsid w:val="00717DBA"/>
    <w:rsid w:val="00720463"/>
    <w:rsid w:val="00721A9A"/>
    <w:rsid w:val="00723A1A"/>
    <w:rsid w:val="0072689D"/>
    <w:rsid w:val="00731B8E"/>
    <w:rsid w:val="00732C38"/>
    <w:rsid w:val="00732D47"/>
    <w:rsid w:val="007332F9"/>
    <w:rsid w:val="00734F76"/>
    <w:rsid w:val="007355FB"/>
    <w:rsid w:val="00740460"/>
    <w:rsid w:val="00740EBC"/>
    <w:rsid w:val="007415DC"/>
    <w:rsid w:val="00743BC5"/>
    <w:rsid w:val="00753C22"/>
    <w:rsid w:val="00762334"/>
    <w:rsid w:val="0076244E"/>
    <w:rsid w:val="007643D6"/>
    <w:rsid w:val="00765B97"/>
    <w:rsid w:val="007761A2"/>
    <w:rsid w:val="00776FC3"/>
    <w:rsid w:val="00780E2B"/>
    <w:rsid w:val="00783294"/>
    <w:rsid w:val="00783EEF"/>
    <w:rsid w:val="00787C4A"/>
    <w:rsid w:val="00790117"/>
    <w:rsid w:val="00790E9D"/>
    <w:rsid w:val="00791FC7"/>
    <w:rsid w:val="00794044"/>
    <w:rsid w:val="0079528B"/>
    <w:rsid w:val="007A39AA"/>
    <w:rsid w:val="007A4298"/>
    <w:rsid w:val="007A6716"/>
    <w:rsid w:val="007A7196"/>
    <w:rsid w:val="007B0253"/>
    <w:rsid w:val="007B3444"/>
    <w:rsid w:val="007B545A"/>
    <w:rsid w:val="007B7521"/>
    <w:rsid w:val="007C2903"/>
    <w:rsid w:val="007C6663"/>
    <w:rsid w:val="007C686A"/>
    <w:rsid w:val="007C7712"/>
    <w:rsid w:val="007D0119"/>
    <w:rsid w:val="007D1A51"/>
    <w:rsid w:val="007D1DC1"/>
    <w:rsid w:val="007D3680"/>
    <w:rsid w:val="007D406D"/>
    <w:rsid w:val="007D4B62"/>
    <w:rsid w:val="007E005D"/>
    <w:rsid w:val="007E18E3"/>
    <w:rsid w:val="007E1BBE"/>
    <w:rsid w:val="007E2C3D"/>
    <w:rsid w:val="007E5C08"/>
    <w:rsid w:val="007E5C0E"/>
    <w:rsid w:val="007E6FAA"/>
    <w:rsid w:val="007E793C"/>
    <w:rsid w:val="007F2745"/>
    <w:rsid w:val="007F7E10"/>
    <w:rsid w:val="00800890"/>
    <w:rsid w:val="00802DF1"/>
    <w:rsid w:val="00804A00"/>
    <w:rsid w:val="00807CED"/>
    <w:rsid w:val="00810CB9"/>
    <w:rsid w:val="00814F0F"/>
    <w:rsid w:val="00816CD4"/>
    <w:rsid w:val="008177BF"/>
    <w:rsid w:val="00821961"/>
    <w:rsid w:val="00823B29"/>
    <w:rsid w:val="008247D6"/>
    <w:rsid w:val="00825937"/>
    <w:rsid w:val="00830B21"/>
    <w:rsid w:val="00832E82"/>
    <w:rsid w:val="00835E45"/>
    <w:rsid w:val="008361ED"/>
    <w:rsid w:val="00836765"/>
    <w:rsid w:val="00836B5B"/>
    <w:rsid w:val="00840C6F"/>
    <w:rsid w:val="00842E8E"/>
    <w:rsid w:val="00843529"/>
    <w:rsid w:val="00847F02"/>
    <w:rsid w:val="008510CC"/>
    <w:rsid w:val="00851E3B"/>
    <w:rsid w:val="00851FC5"/>
    <w:rsid w:val="00852A58"/>
    <w:rsid w:val="00854007"/>
    <w:rsid w:val="00855164"/>
    <w:rsid w:val="0086391E"/>
    <w:rsid w:val="008649B3"/>
    <w:rsid w:val="00866FFC"/>
    <w:rsid w:val="00867054"/>
    <w:rsid w:val="008715E9"/>
    <w:rsid w:val="00872307"/>
    <w:rsid w:val="008755BD"/>
    <w:rsid w:val="008758C1"/>
    <w:rsid w:val="008760D2"/>
    <w:rsid w:val="00876242"/>
    <w:rsid w:val="00876CEC"/>
    <w:rsid w:val="00877386"/>
    <w:rsid w:val="008808DF"/>
    <w:rsid w:val="00880AD2"/>
    <w:rsid w:val="00881AE1"/>
    <w:rsid w:val="00882645"/>
    <w:rsid w:val="00882652"/>
    <w:rsid w:val="00882C95"/>
    <w:rsid w:val="00882D99"/>
    <w:rsid w:val="00886137"/>
    <w:rsid w:val="008923A8"/>
    <w:rsid w:val="008A257D"/>
    <w:rsid w:val="008A34F6"/>
    <w:rsid w:val="008B15AA"/>
    <w:rsid w:val="008B30DB"/>
    <w:rsid w:val="008B42BB"/>
    <w:rsid w:val="008B61B2"/>
    <w:rsid w:val="008C18B0"/>
    <w:rsid w:val="008C21AC"/>
    <w:rsid w:val="008C2B46"/>
    <w:rsid w:val="008C3C57"/>
    <w:rsid w:val="008C42B6"/>
    <w:rsid w:val="008C533C"/>
    <w:rsid w:val="008C62C3"/>
    <w:rsid w:val="008C67EE"/>
    <w:rsid w:val="008C69A3"/>
    <w:rsid w:val="008D039D"/>
    <w:rsid w:val="008D0563"/>
    <w:rsid w:val="008D0D34"/>
    <w:rsid w:val="008D12A7"/>
    <w:rsid w:val="008D2D8C"/>
    <w:rsid w:val="008D4FF8"/>
    <w:rsid w:val="008D594F"/>
    <w:rsid w:val="008D5D24"/>
    <w:rsid w:val="008D5F32"/>
    <w:rsid w:val="008E4623"/>
    <w:rsid w:val="008E7961"/>
    <w:rsid w:val="008F0A4F"/>
    <w:rsid w:val="008F0F8C"/>
    <w:rsid w:val="008F19FD"/>
    <w:rsid w:val="008F1A44"/>
    <w:rsid w:val="008F38EE"/>
    <w:rsid w:val="008F51C0"/>
    <w:rsid w:val="008F6E87"/>
    <w:rsid w:val="00900DBA"/>
    <w:rsid w:val="009012B7"/>
    <w:rsid w:val="0090408B"/>
    <w:rsid w:val="0090415C"/>
    <w:rsid w:val="0090499B"/>
    <w:rsid w:val="009049F0"/>
    <w:rsid w:val="00910878"/>
    <w:rsid w:val="0091132D"/>
    <w:rsid w:val="00913E3E"/>
    <w:rsid w:val="00914DE2"/>
    <w:rsid w:val="00916BC8"/>
    <w:rsid w:val="009179F5"/>
    <w:rsid w:val="00924B3C"/>
    <w:rsid w:val="00925E1E"/>
    <w:rsid w:val="0092650A"/>
    <w:rsid w:val="00926D72"/>
    <w:rsid w:val="0093079F"/>
    <w:rsid w:val="00932F43"/>
    <w:rsid w:val="00937AEF"/>
    <w:rsid w:val="009403FB"/>
    <w:rsid w:val="009404D5"/>
    <w:rsid w:val="00940FE1"/>
    <w:rsid w:val="00941073"/>
    <w:rsid w:val="00941E20"/>
    <w:rsid w:val="00942AF7"/>
    <w:rsid w:val="00946CD3"/>
    <w:rsid w:val="00947436"/>
    <w:rsid w:val="0094795D"/>
    <w:rsid w:val="0095142E"/>
    <w:rsid w:val="00951F0A"/>
    <w:rsid w:val="00954C45"/>
    <w:rsid w:val="00955BBC"/>
    <w:rsid w:val="00956748"/>
    <w:rsid w:val="00956BF3"/>
    <w:rsid w:val="00957379"/>
    <w:rsid w:val="009615B5"/>
    <w:rsid w:val="00963907"/>
    <w:rsid w:val="00963B77"/>
    <w:rsid w:val="00965648"/>
    <w:rsid w:val="009660F5"/>
    <w:rsid w:val="00970CEB"/>
    <w:rsid w:val="00971B09"/>
    <w:rsid w:val="00972AFD"/>
    <w:rsid w:val="00972BA1"/>
    <w:rsid w:val="00973F61"/>
    <w:rsid w:val="00974396"/>
    <w:rsid w:val="009750D2"/>
    <w:rsid w:val="00975446"/>
    <w:rsid w:val="009758EF"/>
    <w:rsid w:val="00977EA6"/>
    <w:rsid w:val="00980991"/>
    <w:rsid w:val="00980C69"/>
    <w:rsid w:val="00980DAE"/>
    <w:rsid w:val="00981B4D"/>
    <w:rsid w:val="00981C7D"/>
    <w:rsid w:val="0098203B"/>
    <w:rsid w:val="00985CCA"/>
    <w:rsid w:val="00991D18"/>
    <w:rsid w:val="00991DA2"/>
    <w:rsid w:val="009925A6"/>
    <w:rsid w:val="00993C18"/>
    <w:rsid w:val="00994DC3"/>
    <w:rsid w:val="00995C1C"/>
    <w:rsid w:val="00995E76"/>
    <w:rsid w:val="00996426"/>
    <w:rsid w:val="009A0CC6"/>
    <w:rsid w:val="009A1017"/>
    <w:rsid w:val="009A15F2"/>
    <w:rsid w:val="009A3D7A"/>
    <w:rsid w:val="009A4C03"/>
    <w:rsid w:val="009A6652"/>
    <w:rsid w:val="009B183E"/>
    <w:rsid w:val="009B28E3"/>
    <w:rsid w:val="009B4F56"/>
    <w:rsid w:val="009C041D"/>
    <w:rsid w:val="009C2E72"/>
    <w:rsid w:val="009C48EF"/>
    <w:rsid w:val="009C6B54"/>
    <w:rsid w:val="009C6FE2"/>
    <w:rsid w:val="009C71CD"/>
    <w:rsid w:val="009C754C"/>
    <w:rsid w:val="009D07FF"/>
    <w:rsid w:val="009D2307"/>
    <w:rsid w:val="009D3099"/>
    <w:rsid w:val="009D322D"/>
    <w:rsid w:val="009D43C0"/>
    <w:rsid w:val="009D4483"/>
    <w:rsid w:val="009D5A20"/>
    <w:rsid w:val="009E1917"/>
    <w:rsid w:val="009E2C25"/>
    <w:rsid w:val="009E355E"/>
    <w:rsid w:val="009E3ECE"/>
    <w:rsid w:val="009E4578"/>
    <w:rsid w:val="009E620C"/>
    <w:rsid w:val="009E6B7C"/>
    <w:rsid w:val="009F00C0"/>
    <w:rsid w:val="009F05B6"/>
    <w:rsid w:val="009F116A"/>
    <w:rsid w:val="009F162A"/>
    <w:rsid w:val="009F39C5"/>
    <w:rsid w:val="009F5CAE"/>
    <w:rsid w:val="009F5CFF"/>
    <w:rsid w:val="009F7EA0"/>
    <w:rsid w:val="00A012DD"/>
    <w:rsid w:val="00A02575"/>
    <w:rsid w:val="00A13AE8"/>
    <w:rsid w:val="00A211E9"/>
    <w:rsid w:val="00A21DB8"/>
    <w:rsid w:val="00A22DFD"/>
    <w:rsid w:val="00A30D3C"/>
    <w:rsid w:val="00A3186C"/>
    <w:rsid w:val="00A31E20"/>
    <w:rsid w:val="00A37AF1"/>
    <w:rsid w:val="00A40C11"/>
    <w:rsid w:val="00A40FAF"/>
    <w:rsid w:val="00A41401"/>
    <w:rsid w:val="00A458EA"/>
    <w:rsid w:val="00A462A3"/>
    <w:rsid w:val="00A47292"/>
    <w:rsid w:val="00A47616"/>
    <w:rsid w:val="00A4780F"/>
    <w:rsid w:val="00A50989"/>
    <w:rsid w:val="00A5238C"/>
    <w:rsid w:val="00A5614A"/>
    <w:rsid w:val="00A5641F"/>
    <w:rsid w:val="00A565EC"/>
    <w:rsid w:val="00A57CBD"/>
    <w:rsid w:val="00A57D2E"/>
    <w:rsid w:val="00A6029E"/>
    <w:rsid w:val="00A6117E"/>
    <w:rsid w:val="00A61922"/>
    <w:rsid w:val="00A62375"/>
    <w:rsid w:val="00A6434F"/>
    <w:rsid w:val="00A647FF"/>
    <w:rsid w:val="00A679E5"/>
    <w:rsid w:val="00A74CA2"/>
    <w:rsid w:val="00A77B5B"/>
    <w:rsid w:val="00A82006"/>
    <w:rsid w:val="00A820EA"/>
    <w:rsid w:val="00A831C6"/>
    <w:rsid w:val="00A835B9"/>
    <w:rsid w:val="00A840CD"/>
    <w:rsid w:val="00A85501"/>
    <w:rsid w:val="00A87DF6"/>
    <w:rsid w:val="00A9055F"/>
    <w:rsid w:val="00A90771"/>
    <w:rsid w:val="00A90FFF"/>
    <w:rsid w:val="00A91BF0"/>
    <w:rsid w:val="00AA1B4B"/>
    <w:rsid w:val="00AA2997"/>
    <w:rsid w:val="00AA4899"/>
    <w:rsid w:val="00AA529E"/>
    <w:rsid w:val="00AA63F6"/>
    <w:rsid w:val="00AA65FA"/>
    <w:rsid w:val="00AA7391"/>
    <w:rsid w:val="00AB1A8F"/>
    <w:rsid w:val="00AB1F7C"/>
    <w:rsid w:val="00AB355A"/>
    <w:rsid w:val="00AB7889"/>
    <w:rsid w:val="00AC03D6"/>
    <w:rsid w:val="00AC3181"/>
    <w:rsid w:val="00AC38CA"/>
    <w:rsid w:val="00AC39F9"/>
    <w:rsid w:val="00AC4F90"/>
    <w:rsid w:val="00AC51AD"/>
    <w:rsid w:val="00AC6772"/>
    <w:rsid w:val="00AD0424"/>
    <w:rsid w:val="00AD1310"/>
    <w:rsid w:val="00AD25F9"/>
    <w:rsid w:val="00AD4191"/>
    <w:rsid w:val="00AD4C7C"/>
    <w:rsid w:val="00AD75A6"/>
    <w:rsid w:val="00AE05F1"/>
    <w:rsid w:val="00AE0A85"/>
    <w:rsid w:val="00AE0A99"/>
    <w:rsid w:val="00AE1E75"/>
    <w:rsid w:val="00AE1F74"/>
    <w:rsid w:val="00AE217D"/>
    <w:rsid w:val="00AE2198"/>
    <w:rsid w:val="00AE32A1"/>
    <w:rsid w:val="00AE7C11"/>
    <w:rsid w:val="00AF0668"/>
    <w:rsid w:val="00AF4675"/>
    <w:rsid w:val="00AF6C06"/>
    <w:rsid w:val="00AF7868"/>
    <w:rsid w:val="00B0074B"/>
    <w:rsid w:val="00B01F45"/>
    <w:rsid w:val="00B03EF8"/>
    <w:rsid w:val="00B0525E"/>
    <w:rsid w:val="00B061E1"/>
    <w:rsid w:val="00B06540"/>
    <w:rsid w:val="00B0715E"/>
    <w:rsid w:val="00B14A8F"/>
    <w:rsid w:val="00B17F18"/>
    <w:rsid w:val="00B22F17"/>
    <w:rsid w:val="00B230E4"/>
    <w:rsid w:val="00B232B3"/>
    <w:rsid w:val="00B24798"/>
    <w:rsid w:val="00B253D4"/>
    <w:rsid w:val="00B30775"/>
    <w:rsid w:val="00B317A8"/>
    <w:rsid w:val="00B32882"/>
    <w:rsid w:val="00B32D93"/>
    <w:rsid w:val="00B35278"/>
    <w:rsid w:val="00B36610"/>
    <w:rsid w:val="00B40623"/>
    <w:rsid w:val="00B41CF3"/>
    <w:rsid w:val="00B47935"/>
    <w:rsid w:val="00B5131A"/>
    <w:rsid w:val="00B51EA7"/>
    <w:rsid w:val="00B5260B"/>
    <w:rsid w:val="00B57B38"/>
    <w:rsid w:val="00B609CA"/>
    <w:rsid w:val="00B62629"/>
    <w:rsid w:val="00B64083"/>
    <w:rsid w:val="00B65EB9"/>
    <w:rsid w:val="00B6729E"/>
    <w:rsid w:val="00B70240"/>
    <w:rsid w:val="00B70360"/>
    <w:rsid w:val="00B72E4F"/>
    <w:rsid w:val="00B75F58"/>
    <w:rsid w:val="00B76F38"/>
    <w:rsid w:val="00B80A84"/>
    <w:rsid w:val="00B81B65"/>
    <w:rsid w:val="00B822F1"/>
    <w:rsid w:val="00B82DB1"/>
    <w:rsid w:val="00B84C72"/>
    <w:rsid w:val="00B85D1A"/>
    <w:rsid w:val="00B8738A"/>
    <w:rsid w:val="00B87E79"/>
    <w:rsid w:val="00B9054C"/>
    <w:rsid w:val="00B91396"/>
    <w:rsid w:val="00B91D25"/>
    <w:rsid w:val="00B9298D"/>
    <w:rsid w:val="00B939F2"/>
    <w:rsid w:val="00B94AB3"/>
    <w:rsid w:val="00BA0BC2"/>
    <w:rsid w:val="00BA1980"/>
    <w:rsid w:val="00BA277B"/>
    <w:rsid w:val="00BA627E"/>
    <w:rsid w:val="00BA6747"/>
    <w:rsid w:val="00BA6FAC"/>
    <w:rsid w:val="00BB1A22"/>
    <w:rsid w:val="00BB1E86"/>
    <w:rsid w:val="00BB35AD"/>
    <w:rsid w:val="00BB484B"/>
    <w:rsid w:val="00BB55EB"/>
    <w:rsid w:val="00BB59B6"/>
    <w:rsid w:val="00BC13A7"/>
    <w:rsid w:val="00BC1E17"/>
    <w:rsid w:val="00BC6697"/>
    <w:rsid w:val="00BC67D6"/>
    <w:rsid w:val="00BD0700"/>
    <w:rsid w:val="00BD1343"/>
    <w:rsid w:val="00BD37BF"/>
    <w:rsid w:val="00BD503F"/>
    <w:rsid w:val="00BD5C27"/>
    <w:rsid w:val="00BD6FE8"/>
    <w:rsid w:val="00BD78BC"/>
    <w:rsid w:val="00BE4107"/>
    <w:rsid w:val="00BE4968"/>
    <w:rsid w:val="00BE6671"/>
    <w:rsid w:val="00BF06F8"/>
    <w:rsid w:val="00BF3844"/>
    <w:rsid w:val="00BF417D"/>
    <w:rsid w:val="00BF6D07"/>
    <w:rsid w:val="00BF6D9D"/>
    <w:rsid w:val="00C03C4C"/>
    <w:rsid w:val="00C04F00"/>
    <w:rsid w:val="00C05A47"/>
    <w:rsid w:val="00C05DE8"/>
    <w:rsid w:val="00C070FC"/>
    <w:rsid w:val="00C132EF"/>
    <w:rsid w:val="00C13552"/>
    <w:rsid w:val="00C1670D"/>
    <w:rsid w:val="00C21A31"/>
    <w:rsid w:val="00C21F0F"/>
    <w:rsid w:val="00C23232"/>
    <w:rsid w:val="00C23437"/>
    <w:rsid w:val="00C248D8"/>
    <w:rsid w:val="00C24A50"/>
    <w:rsid w:val="00C263C8"/>
    <w:rsid w:val="00C30D5B"/>
    <w:rsid w:val="00C31587"/>
    <w:rsid w:val="00C316F0"/>
    <w:rsid w:val="00C33134"/>
    <w:rsid w:val="00C34685"/>
    <w:rsid w:val="00C35AE3"/>
    <w:rsid w:val="00C403EC"/>
    <w:rsid w:val="00C42EEC"/>
    <w:rsid w:val="00C43EEE"/>
    <w:rsid w:val="00C46FDA"/>
    <w:rsid w:val="00C5148B"/>
    <w:rsid w:val="00C52D70"/>
    <w:rsid w:val="00C53DC9"/>
    <w:rsid w:val="00C5687F"/>
    <w:rsid w:val="00C57662"/>
    <w:rsid w:val="00C57666"/>
    <w:rsid w:val="00C60475"/>
    <w:rsid w:val="00C62C48"/>
    <w:rsid w:val="00C71F32"/>
    <w:rsid w:val="00C730F0"/>
    <w:rsid w:val="00C741BC"/>
    <w:rsid w:val="00C75A60"/>
    <w:rsid w:val="00C76174"/>
    <w:rsid w:val="00C76476"/>
    <w:rsid w:val="00C77B68"/>
    <w:rsid w:val="00C83566"/>
    <w:rsid w:val="00C86584"/>
    <w:rsid w:val="00C87ED1"/>
    <w:rsid w:val="00C90860"/>
    <w:rsid w:val="00C910FB"/>
    <w:rsid w:val="00C9229C"/>
    <w:rsid w:val="00C92638"/>
    <w:rsid w:val="00C93695"/>
    <w:rsid w:val="00C936C5"/>
    <w:rsid w:val="00C93737"/>
    <w:rsid w:val="00C9410A"/>
    <w:rsid w:val="00C943A3"/>
    <w:rsid w:val="00C96347"/>
    <w:rsid w:val="00C979B7"/>
    <w:rsid w:val="00CA05DD"/>
    <w:rsid w:val="00CA0DFF"/>
    <w:rsid w:val="00CA18F9"/>
    <w:rsid w:val="00CA2353"/>
    <w:rsid w:val="00CA31E8"/>
    <w:rsid w:val="00CA3214"/>
    <w:rsid w:val="00CA35A8"/>
    <w:rsid w:val="00CA5734"/>
    <w:rsid w:val="00CA68EC"/>
    <w:rsid w:val="00CA6A29"/>
    <w:rsid w:val="00CA7C02"/>
    <w:rsid w:val="00CB17C0"/>
    <w:rsid w:val="00CB37C8"/>
    <w:rsid w:val="00CB43D7"/>
    <w:rsid w:val="00CB4B95"/>
    <w:rsid w:val="00CB7285"/>
    <w:rsid w:val="00CC1B21"/>
    <w:rsid w:val="00CC235F"/>
    <w:rsid w:val="00CC4979"/>
    <w:rsid w:val="00CC58D2"/>
    <w:rsid w:val="00CC6C0E"/>
    <w:rsid w:val="00CC7712"/>
    <w:rsid w:val="00CD0435"/>
    <w:rsid w:val="00CD1345"/>
    <w:rsid w:val="00CD1371"/>
    <w:rsid w:val="00CD222D"/>
    <w:rsid w:val="00CD617C"/>
    <w:rsid w:val="00CE0EBF"/>
    <w:rsid w:val="00CE1B93"/>
    <w:rsid w:val="00CE38F1"/>
    <w:rsid w:val="00CF233F"/>
    <w:rsid w:val="00D02750"/>
    <w:rsid w:val="00D02E6E"/>
    <w:rsid w:val="00D03465"/>
    <w:rsid w:val="00D0385F"/>
    <w:rsid w:val="00D05F8D"/>
    <w:rsid w:val="00D06D90"/>
    <w:rsid w:val="00D074B9"/>
    <w:rsid w:val="00D07553"/>
    <w:rsid w:val="00D1105E"/>
    <w:rsid w:val="00D12513"/>
    <w:rsid w:val="00D15811"/>
    <w:rsid w:val="00D21BB9"/>
    <w:rsid w:val="00D23A0F"/>
    <w:rsid w:val="00D26549"/>
    <w:rsid w:val="00D278E8"/>
    <w:rsid w:val="00D316FA"/>
    <w:rsid w:val="00D31E8D"/>
    <w:rsid w:val="00D34930"/>
    <w:rsid w:val="00D3584C"/>
    <w:rsid w:val="00D37BB0"/>
    <w:rsid w:val="00D43293"/>
    <w:rsid w:val="00D4339A"/>
    <w:rsid w:val="00D509C5"/>
    <w:rsid w:val="00D50D24"/>
    <w:rsid w:val="00D50F52"/>
    <w:rsid w:val="00D519B2"/>
    <w:rsid w:val="00D55539"/>
    <w:rsid w:val="00D56424"/>
    <w:rsid w:val="00D56EBA"/>
    <w:rsid w:val="00D6018C"/>
    <w:rsid w:val="00D61168"/>
    <w:rsid w:val="00D664D0"/>
    <w:rsid w:val="00D67759"/>
    <w:rsid w:val="00D679E9"/>
    <w:rsid w:val="00D71437"/>
    <w:rsid w:val="00D7179B"/>
    <w:rsid w:val="00D71B31"/>
    <w:rsid w:val="00D72A38"/>
    <w:rsid w:val="00D74B0D"/>
    <w:rsid w:val="00D76212"/>
    <w:rsid w:val="00D7785F"/>
    <w:rsid w:val="00D77A64"/>
    <w:rsid w:val="00D8011E"/>
    <w:rsid w:val="00D8028F"/>
    <w:rsid w:val="00D81335"/>
    <w:rsid w:val="00D833D7"/>
    <w:rsid w:val="00D906F9"/>
    <w:rsid w:val="00D9357E"/>
    <w:rsid w:val="00D937B8"/>
    <w:rsid w:val="00D9481B"/>
    <w:rsid w:val="00DA07A2"/>
    <w:rsid w:val="00DA397A"/>
    <w:rsid w:val="00DA597F"/>
    <w:rsid w:val="00DA6F60"/>
    <w:rsid w:val="00DA7BA5"/>
    <w:rsid w:val="00DB0140"/>
    <w:rsid w:val="00DB0957"/>
    <w:rsid w:val="00DB7CBE"/>
    <w:rsid w:val="00DC0911"/>
    <w:rsid w:val="00DC17BD"/>
    <w:rsid w:val="00DC2029"/>
    <w:rsid w:val="00DC34D4"/>
    <w:rsid w:val="00DD0090"/>
    <w:rsid w:val="00DD10C9"/>
    <w:rsid w:val="00DD11BD"/>
    <w:rsid w:val="00DD1439"/>
    <w:rsid w:val="00DD691B"/>
    <w:rsid w:val="00DE1541"/>
    <w:rsid w:val="00DE3886"/>
    <w:rsid w:val="00DE5F68"/>
    <w:rsid w:val="00DF2284"/>
    <w:rsid w:val="00DF35E8"/>
    <w:rsid w:val="00DF4971"/>
    <w:rsid w:val="00DF52AF"/>
    <w:rsid w:val="00DF6903"/>
    <w:rsid w:val="00E01430"/>
    <w:rsid w:val="00E0145E"/>
    <w:rsid w:val="00E01F2B"/>
    <w:rsid w:val="00E03916"/>
    <w:rsid w:val="00E04994"/>
    <w:rsid w:val="00E071CD"/>
    <w:rsid w:val="00E1099D"/>
    <w:rsid w:val="00E10C06"/>
    <w:rsid w:val="00E11734"/>
    <w:rsid w:val="00E1268C"/>
    <w:rsid w:val="00E1461B"/>
    <w:rsid w:val="00E16031"/>
    <w:rsid w:val="00E168A0"/>
    <w:rsid w:val="00E224B5"/>
    <w:rsid w:val="00E26F2F"/>
    <w:rsid w:val="00E27833"/>
    <w:rsid w:val="00E35327"/>
    <w:rsid w:val="00E35430"/>
    <w:rsid w:val="00E36285"/>
    <w:rsid w:val="00E41711"/>
    <w:rsid w:val="00E41816"/>
    <w:rsid w:val="00E45357"/>
    <w:rsid w:val="00E522A1"/>
    <w:rsid w:val="00E53148"/>
    <w:rsid w:val="00E53923"/>
    <w:rsid w:val="00E558A8"/>
    <w:rsid w:val="00E57097"/>
    <w:rsid w:val="00E57789"/>
    <w:rsid w:val="00E6306F"/>
    <w:rsid w:val="00E676AA"/>
    <w:rsid w:val="00E67DD6"/>
    <w:rsid w:val="00E76730"/>
    <w:rsid w:val="00E7767C"/>
    <w:rsid w:val="00E805CA"/>
    <w:rsid w:val="00E81F7D"/>
    <w:rsid w:val="00E82311"/>
    <w:rsid w:val="00E8325C"/>
    <w:rsid w:val="00E842FB"/>
    <w:rsid w:val="00E849E3"/>
    <w:rsid w:val="00E852EE"/>
    <w:rsid w:val="00E87A72"/>
    <w:rsid w:val="00E91EA2"/>
    <w:rsid w:val="00E935D3"/>
    <w:rsid w:val="00E935D4"/>
    <w:rsid w:val="00E94220"/>
    <w:rsid w:val="00E946E1"/>
    <w:rsid w:val="00EA1FC4"/>
    <w:rsid w:val="00EA21EF"/>
    <w:rsid w:val="00EA52C6"/>
    <w:rsid w:val="00EA5591"/>
    <w:rsid w:val="00EA58C4"/>
    <w:rsid w:val="00EA678B"/>
    <w:rsid w:val="00EA7B86"/>
    <w:rsid w:val="00EB0BFA"/>
    <w:rsid w:val="00EB3B85"/>
    <w:rsid w:val="00EB5230"/>
    <w:rsid w:val="00EB6194"/>
    <w:rsid w:val="00EB709B"/>
    <w:rsid w:val="00EC0205"/>
    <w:rsid w:val="00EC2942"/>
    <w:rsid w:val="00EC5919"/>
    <w:rsid w:val="00EC660F"/>
    <w:rsid w:val="00EC67B3"/>
    <w:rsid w:val="00EC6972"/>
    <w:rsid w:val="00EC758B"/>
    <w:rsid w:val="00ED0D69"/>
    <w:rsid w:val="00ED2F7F"/>
    <w:rsid w:val="00ED321F"/>
    <w:rsid w:val="00ED3B45"/>
    <w:rsid w:val="00ED557B"/>
    <w:rsid w:val="00ED58C5"/>
    <w:rsid w:val="00ED5A8C"/>
    <w:rsid w:val="00ED61C8"/>
    <w:rsid w:val="00ED6274"/>
    <w:rsid w:val="00ED65F5"/>
    <w:rsid w:val="00EE1BB4"/>
    <w:rsid w:val="00EE32CC"/>
    <w:rsid w:val="00EF2438"/>
    <w:rsid w:val="00EF732B"/>
    <w:rsid w:val="00EF7F91"/>
    <w:rsid w:val="00F00C4D"/>
    <w:rsid w:val="00F03CEC"/>
    <w:rsid w:val="00F04106"/>
    <w:rsid w:val="00F04788"/>
    <w:rsid w:val="00F04973"/>
    <w:rsid w:val="00F07041"/>
    <w:rsid w:val="00F070E9"/>
    <w:rsid w:val="00F10EB1"/>
    <w:rsid w:val="00F173F2"/>
    <w:rsid w:val="00F17C77"/>
    <w:rsid w:val="00F23AE7"/>
    <w:rsid w:val="00F24F01"/>
    <w:rsid w:val="00F2659A"/>
    <w:rsid w:val="00F26F65"/>
    <w:rsid w:val="00F30C4D"/>
    <w:rsid w:val="00F317AE"/>
    <w:rsid w:val="00F32889"/>
    <w:rsid w:val="00F32CBC"/>
    <w:rsid w:val="00F3308F"/>
    <w:rsid w:val="00F338A3"/>
    <w:rsid w:val="00F338F8"/>
    <w:rsid w:val="00F36020"/>
    <w:rsid w:val="00F361E3"/>
    <w:rsid w:val="00F367F9"/>
    <w:rsid w:val="00F36C37"/>
    <w:rsid w:val="00F404A1"/>
    <w:rsid w:val="00F405B0"/>
    <w:rsid w:val="00F41AAB"/>
    <w:rsid w:val="00F423C4"/>
    <w:rsid w:val="00F432BA"/>
    <w:rsid w:val="00F43BB4"/>
    <w:rsid w:val="00F458EE"/>
    <w:rsid w:val="00F45EE5"/>
    <w:rsid w:val="00F46D9E"/>
    <w:rsid w:val="00F474F3"/>
    <w:rsid w:val="00F47CCE"/>
    <w:rsid w:val="00F5000F"/>
    <w:rsid w:val="00F50FF4"/>
    <w:rsid w:val="00F52C9C"/>
    <w:rsid w:val="00F54AB3"/>
    <w:rsid w:val="00F55C22"/>
    <w:rsid w:val="00F61072"/>
    <w:rsid w:val="00F610CE"/>
    <w:rsid w:val="00F612D1"/>
    <w:rsid w:val="00F6420D"/>
    <w:rsid w:val="00F65156"/>
    <w:rsid w:val="00F6590A"/>
    <w:rsid w:val="00F70B54"/>
    <w:rsid w:val="00F75859"/>
    <w:rsid w:val="00F75FF4"/>
    <w:rsid w:val="00F77E10"/>
    <w:rsid w:val="00F80473"/>
    <w:rsid w:val="00F80708"/>
    <w:rsid w:val="00F82042"/>
    <w:rsid w:val="00F825C5"/>
    <w:rsid w:val="00F84FB0"/>
    <w:rsid w:val="00F86762"/>
    <w:rsid w:val="00F86BE6"/>
    <w:rsid w:val="00F91238"/>
    <w:rsid w:val="00F92063"/>
    <w:rsid w:val="00F94050"/>
    <w:rsid w:val="00F951D0"/>
    <w:rsid w:val="00F9582E"/>
    <w:rsid w:val="00F95B2C"/>
    <w:rsid w:val="00F96CFF"/>
    <w:rsid w:val="00F97F49"/>
    <w:rsid w:val="00FA0538"/>
    <w:rsid w:val="00FA6661"/>
    <w:rsid w:val="00FA7259"/>
    <w:rsid w:val="00FB25C3"/>
    <w:rsid w:val="00FB3E13"/>
    <w:rsid w:val="00FB72AD"/>
    <w:rsid w:val="00FC3157"/>
    <w:rsid w:val="00FC44A1"/>
    <w:rsid w:val="00FC4C49"/>
    <w:rsid w:val="00FC6A98"/>
    <w:rsid w:val="00FC7AAE"/>
    <w:rsid w:val="00FD0756"/>
    <w:rsid w:val="00FD1FB9"/>
    <w:rsid w:val="00FD45D8"/>
    <w:rsid w:val="00FD5021"/>
    <w:rsid w:val="00FD5331"/>
    <w:rsid w:val="00FD5E28"/>
    <w:rsid w:val="00FD6313"/>
    <w:rsid w:val="00FD6606"/>
    <w:rsid w:val="00FD7AB7"/>
    <w:rsid w:val="00FE00F6"/>
    <w:rsid w:val="00FE029C"/>
    <w:rsid w:val="00FE0F3C"/>
    <w:rsid w:val="00FE21C3"/>
    <w:rsid w:val="00FE3F81"/>
    <w:rsid w:val="00FE5605"/>
    <w:rsid w:val="00FE5CA5"/>
    <w:rsid w:val="00FE5CB2"/>
    <w:rsid w:val="00FE6F23"/>
    <w:rsid w:val="00FF4A5E"/>
    <w:rsid w:val="00FF5047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EE9275"/>
  <w15:docId w15:val="{8AB72103-6D06-4FCA-80B7-94AA21D1A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528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F498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F4982"/>
    <w:pPr>
      <w:tabs>
        <w:tab w:val="center" w:pos="4320"/>
        <w:tab w:val="right" w:pos="8640"/>
      </w:tabs>
    </w:pPr>
  </w:style>
  <w:style w:type="character" w:styleId="Hyperlink">
    <w:name w:val="Hyperlink"/>
    <w:rsid w:val="00ED321F"/>
    <w:rPr>
      <w:color w:val="0000FF"/>
      <w:u w:val="single"/>
    </w:rPr>
  </w:style>
  <w:style w:type="paragraph" w:styleId="DocumentMap">
    <w:name w:val="Document Map"/>
    <w:basedOn w:val="Normal"/>
    <w:semiHidden/>
    <w:rsid w:val="0004633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553DC6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53D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8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ndy.dawkins\Application%20Data\Microsoft\Templates\Q&amp;R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Q&amp;R Letterhead</Template>
  <TotalTime>2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2, 2007</vt:lpstr>
    </vt:vector>
  </TitlesOfParts>
  <Company>Studer Group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2, 2007</dc:title>
  <dc:creator>Theresa Waggoner</dc:creator>
  <cp:lastModifiedBy>Theresa Waggoner</cp:lastModifiedBy>
  <cp:revision>7</cp:revision>
  <cp:lastPrinted>2015-09-03T17:27:00Z</cp:lastPrinted>
  <dcterms:created xsi:type="dcterms:W3CDTF">2019-09-25T16:17:00Z</dcterms:created>
  <dcterms:modified xsi:type="dcterms:W3CDTF">2024-05-29T20:21:00Z</dcterms:modified>
</cp:coreProperties>
</file>